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9E84F" w14:textId="77777777" w:rsidR="00FC1ED6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AFBA64" wp14:editId="768E5176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1E068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Polgármesterétől</w:t>
                            </w:r>
                          </w:p>
                          <w:p w14:paraId="1A4AC0C9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40D2B20A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6E050D5C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52DE798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BEA359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316EF7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1EDB3F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71E281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AF4723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ECD7CF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C4109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08A75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0942D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F5745A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18971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4697C1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DCA484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444E34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CF057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E11595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A9CE71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0598B8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64AD32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F92299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539F0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4091A2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3D03A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BC16A4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169BA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5F280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99012E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732DB4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512E9DD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EAFBA6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2041E068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Polgármesterétől</w:t>
                      </w:r>
                    </w:p>
                    <w:p w14:paraId="1A4AC0C9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40D2B20A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6E050D5C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52DE798F" w14:textId="77777777" w:rsidR="006F7BEB" w:rsidRDefault="006F7BEB" w:rsidP="00845857">
                      <w:pPr>
                        <w:jc w:val="center"/>
                      </w:pPr>
                    </w:p>
                    <w:p w14:paraId="3BEA3598" w14:textId="77777777" w:rsidR="006F7BEB" w:rsidRDefault="006F7BEB" w:rsidP="00845857">
                      <w:pPr>
                        <w:jc w:val="center"/>
                      </w:pPr>
                    </w:p>
                    <w:p w14:paraId="2316EF79" w14:textId="77777777" w:rsidR="006F7BEB" w:rsidRDefault="006F7BEB" w:rsidP="00845857">
                      <w:pPr>
                        <w:jc w:val="center"/>
                      </w:pPr>
                    </w:p>
                    <w:p w14:paraId="41EDB3F9" w14:textId="77777777" w:rsidR="006F7BEB" w:rsidRDefault="006F7BEB" w:rsidP="00845857">
                      <w:pPr>
                        <w:jc w:val="center"/>
                      </w:pPr>
                    </w:p>
                    <w:p w14:paraId="571E2814" w14:textId="77777777" w:rsidR="006F7BEB" w:rsidRDefault="006F7BEB" w:rsidP="00845857">
                      <w:pPr>
                        <w:jc w:val="center"/>
                      </w:pPr>
                    </w:p>
                    <w:p w14:paraId="3AF47230" w14:textId="77777777" w:rsidR="006F7BEB" w:rsidRDefault="006F7BEB" w:rsidP="00845857">
                      <w:pPr>
                        <w:jc w:val="center"/>
                      </w:pPr>
                    </w:p>
                    <w:p w14:paraId="4ECD7CFE" w14:textId="77777777" w:rsidR="006F7BEB" w:rsidRDefault="006F7BEB" w:rsidP="00845857">
                      <w:pPr>
                        <w:jc w:val="center"/>
                      </w:pPr>
                    </w:p>
                    <w:p w14:paraId="3C410925" w14:textId="77777777" w:rsidR="006F7BEB" w:rsidRDefault="006F7BEB" w:rsidP="00845857">
                      <w:pPr>
                        <w:jc w:val="center"/>
                      </w:pPr>
                    </w:p>
                    <w:p w14:paraId="2608A75C" w14:textId="77777777" w:rsidR="006F7BEB" w:rsidRDefault="006F7BEB" w:rsidP="00845857">
                      <w:pPr>
                        <w:jc w:val="center"/>
                      </w:pPr>
                    </w:p>
                    <w:p w14:paraId="350942DF" w14:textId="77777777" w:rsidR="006F7BEB" w:rsidRDefault="006F7BEB" w:rsidP="00845857">
                      <w:pPr>
                        <w:jc w:val="center"/>
                      </w:pPr>
                    </w:p>
                    <w:p w14:paraId="3F5745AB" w14:textId="77777777" w:rsidR="006F7BEB" w:rsidRDefault="006F7BEB" w:rsidP="00845857">
                      <w:pPr>
                        <w:jc w:val="center"/>
                      </w:pPr>
                    </w:p>
                    <w:p w14:paraId="1218971A" w14:textId="77777777" w:rsidR="006F7BEB" w:rsidRDefault="006F7BEB" w:rsidP="00845857">
                      <w:pPr>
                        <w:jc w:val="center"/>
                      </w:pPr>
                    </w:p>
                    <w:p w14:paraId="54697C16" w14:textId="77777777" w:rsidR="006F7BEB" w:rsidRDefault="006F7BEB" w:rsidP="00845857">
                      <w:pPr>
                        <w:jc w:val="center"/>
                      </w:pPr>
                    </w:p>
                    <w:p w14:paraId="6DCA484F" w14:textId="77777777" w:rsidR="006F7BEB" w:rsidRDefault="006F7BEB" w:rsidP="00845857">
                      <w:pPr>
                        <w:jc w:val="center"/>
                      </w:pPr>
                    </w:p>
                    <w:p w14:paraId="0444E342" w14:textId="77777777" w:rsidR="006F7BEB" w:rsidRDefault="006F7BEB" w:rsidP="00845857">
                      <w:pPr>
                        <w:jc w:val="center"/>
                      </w:pPr>
                    </w:p>
                    <w:p w14:paraId="61CF0576" w14:textId="77777777" w:rsidR="006F7BEB" w:rsidRDefault="006F7BEB" w:rsidP="00845857">
                      <w:pPr>
                        <w:jc w:val="center"/>
                      </w:pPr>
                    </w:p>
                    <w:p w14:paraId="5E115954" w14:textId="77777777" w:rsidR="006F7BEB" w:rsidRDefault="006F7BEB" w:rsidP="00845857">
                      <w:pPr>
                        <w:jc w:val="center"/>
                      </w:pPr>
                    </w:p>
                    <w:p w14:paraId="5A9CE712" w14:textId="77777777" w:rsidR="006F7BEB" w:rsidRDefault="006F7BEB" w:rsidP="00845857">
                      <w:pPr>
                        <w:jc w:val="center"/>
                      </w:pPr>
                    </w:p>
                    <w:p w14:paraId="50598B88" w14:textId="77777777" w:rsidR="006F7BEB" w:rsidRDefault="006F7BEB" w:rsidP="00845857">
                      <w:pPr>
                        <w:jc w:val="center"/>
                      </w:pPr>
                    </w:p>
                    <w:p w14:paraId="164AD320" w14:textId="77777777" w:rsidR="006F7BEB" w:rsidRDefault="006F7BEB" w:rsidP="00845857">
                      <w:pPr>
                        <w:jc w:val="center"/>
                      </w:pPr>
                    </w:p>
                    <w:p w14:paraId="4F92299F" w14:textId="77777777" w:rsidR="006F7BEB" w:rsidRDefault="006F7BEB" w:rsidP="00845857">
                      <w:pPr>
                        <w:jc w:val="center"/>
                      </w:pPr>
                    </w:p>
                    <w:p w14:paraId="35539F0A" w14:textId="77777777" w:rsidR="006F7BEB" w:rsidRDefault="006F7BEB" w:rsidP="00845857">
                      <w:pPr>
                        <w:jc w:val="center"/>
                      </w:pPr>
                    </w:p>
                    <w:p w14:paraId="64091A26" w14:textId="77777777" w:rsidR="006F7BEB" w:rsidRDefault="006F7BEB" w:rsidP="00845857">
                      <w:pPr>
                        <w:jc w:val="center"/>
                      </w:pPr>
                    </w:p>
                    <w:p w14:paraId="4C3D03A3" w14:textId="77777777" w:rsidR="006F7BEB" w:rsidRDefault="006F7BEB" w:rsidP="00845857">
                      <w:pPr>
                        <w:jc w:val="center"/>
                      </w:pPr>
                    </w:p>
                    <w:p w14:paraId="5BC16A44" w14:textId="77777777" w:rsidR="006F7BEB" w:rsidRDefault="006F7BEB" w:rsidP="00845857">
                      <w:pPr>
                        <w:jc w:val="center"/>
                      </w:pPr>
                    </w:p>
                    <w:p w14:paraId="26169BAE" w14:textId="77777777" w:rsidR="006F7BEB" w:rsidRDefault="006F7BEB" w:rsidP="00845857">
                      <w:pPr>
                        <w:jc w:val="center"/>
                      </w:pPr>
                    </w:p>
                    <w:p w14:paraId="4C5F280B" w14:textId="77777777" w:rsidR="006F7BEB" w:rsidRDefault="006F7BEB" w:rsidP="00845857">
                      <w:pPr>
                        <w:jc w:val="center"/>
                      </w:pPr>
                    </w:p>
                    <w:p w14:paraId="799012EC" w14:textId="77777777" w:rsidR="006F7BEB" w:rsidRDefault="006F7BEB" w:rsidP="00845857">
                      <w:pPr>
                        <w:jc w:val="center"/>
                      </w:pPr>
                    </w:p>
                    <w:p w14:paraId="2732DB47" w14:textId="77777777" w:rsidR="006F7BEB" w:rsidRDefault="006F7BEB" w:rsidP="00845857">
                      <w:pPr>
                        <w:jc w:val="center"/>
                      </w:pPr>
                    </w:p>
                    <w:p w14:paraId="6512E9DD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18D2">
        <w:rPr>
          <w:sz w:val="22"/>
          <w:szCs w:val="22"/>
        </w:rPr>
        <w:t>9</w:t>
      </w:r>
      <w:r w:rsidR="00842754" w:rsidRPr="001011E8">
        <w:rPr>
          <w:sz w:val="22"/>
          <w:szCs w:val="22"/>
        </w:rPr>
        <w:t xml:space="preserve"> </w:t>
      </w:r>
    </w:p>
    <w:p w14:paraId="0D11E031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D8127A" wp14:editId="1849C0D8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B24CC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085A64" wp14:editId="17809C67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CD8127A" id="Text Box 10" o:spid="_x0000_s1027" type="#_x0000_t202" style="position:absolute;margin-left:-36pt;margin-top:-45pt;width:98.55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795B24CC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C085A64" wp14:editId="17809C67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D261D7" w14:textId="77777777" w:rsidR="00A86A5A" w:rsidRPr="001011E8" w:rsidRDefault="00A86A5A" w:rsidP="0049015D">
      <w:pPr>
        <w:rPr>
          <w:sz w:val="22"/>
          <w:szCs w:val="22"/>
        </w:rPr>
      </w:pPr>
    </w:p>
    <w:p w14:paraId="7F0024C2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77CEDF" wp14:editId="6F4827E3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13879D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38F1466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41"/>
      </w:tblGrid>
      <w:tr w:rsidR="00380B9B" w:rsidRPr="005B5EAC" w14:paraId="6CEEF1E1" w14:textId="77777777" w:rsidTr="00380B9B">
        <w:tc>
          <w:tcPr>
            <w:tcW w:w="5211" w:type="dxa"/>
          </w:tcPr>
          <w:p w14:paraId="630E6971" w14:textId="2C934E85" w:rsidR="00380B9B" w:rsidRPr="005B5EAC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5B5EAC">
              <w:rPr>
                <w:b/>
                <w:sz w:val="22"/>
                <w:szCs w:val="22"/>
                <w:u w:val="single"/>
              </w:rPr>
              <w:t>Szám:</w:t>
            </w:r>
            <w:r w:rsidR="00CD1619" w:rsidRPr="005B5EAC">
              <w:rPr>
                <w:sz w:val="22"/>
                <w:szCs w:val="22"/>
              </w:rPr>
              <w:t xml:space="preserve"> </w:t>
            </w:r>
            <w:r w:rsidR="00CE22CF" w:rsidRPr="005B5EAC">
              <w:rPr>
                <w:sz w:val="22"/>
                <w:szCs w:val="22"/>
              </w:rPr>
              <w:t>C/</w:t>
            </w:r>
            <w:r w:rsidR="00CD1619" w:rsidRPr="005B5EAC">
              <w:rPr>
                <w:sz w:val="22"/>
                <w:szCs w:val="22"/>
              </w:rPr>
              <w:t xml:space="preserve">           /202</w:t>
            </w:r>
            <w:r w:rsidR="00C96698">
              <w:rPr>
                <w:sz w:val="22"/>
                <w:szCs w:val="22"/>
              </w:rPr>
              <w:t>6</w:t>
            </w:r>
            <w:r w:rsidRPr="005B5EAC">
              <w:rPr>
                <w:sz w:val="22"/>
                <w:szCs w:val="22"/>
              </w:rPr>
              <w:t xml:space="preserve">. </w:t>
            </w:r>
          </w:p>
          <w:p w14:paraId="3AEFEC78" w14:textId="77777777" w:rsidR="00380B9B" w:rsidRPr="005B5EAC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</w:p>
          <w:p w14:paraId="214F77F6" w14:textId="77777777" w:rsidR="00380B9B" w:rsidRPr="005B5EAC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5B5EAC">
              <w:rPr>
                <w:b/>
                <w:sz w:val="22"/>
                <w:szCs w:val="22"/>
                <w:u w:val="single"/>
              </w:rPr>
              <w:t>Előterjesztő</w:t>
            </w:r>
            <w:r w:rsidRPr="005B5EAC">
              <w:rPr>
                <w:sz w:val="22"/>
                <w:szCs w:val="22"/>
              </w:rPr>
              <w:t>: Dr. Csáky András polgármester</w:t>
            </w:r>
          </w:p>
          <w:p w14:paraId="00B9CCF9" w14:textId="77777777" w:rsidR="00380B9B" w:rsidRPr="005B5EAC" w:rsidRDefault="00380B9B" w:rsidP="00380B9B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5B5EAC">
              <w:rPr>
                <w:b/>
                <w:sz w:val="22"/>
                <w:szCs w:val="22"/>
                <w:u w:val="single"/>
              </w:rPr>
              <w:t>Szakmai előterjesztő:</w:t>
            </w:r>
            <w:r w:rsidRPr="005B5EAC">
              <w:rPr>
                <w:b/>
                <w:sz w:val="22"/>
                <w:szCs w:val="22"/>
              </w:rPr>
              <w:t xml:space="preserve"> </w:t>
            </w:r>
            <w:r w:rsidRPr="005B5EAC">
              <w:rPr>
                <w:sz w:val="22"/>
                <w:szCs w:val="22"/>
              </w:rPr>
              <w:t>Mótyán Krisztián ügyvezető</w:t>
            </w:r>
          </w:p>
          <w:p w14:paraId="72F90D33" w14:textId="77777777" w:rsidR="00380B9B" w:rsidRPr="005B5EAC" w:rsidRDefault="00380B9B" w:rsidP="00380B9B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341" w:type="dxa"/>
          </w:tcPr>
          <w:p w14:paraId="577C45D4" w14:textId="1B7E13E2" w:rsidR="00CE22CF" w:rsidRPr="005B5EAC" w:rsidRDefault="00380B9B" w:rsidP="00FC7549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5B5EAC">
              <w:rPr>
                <w:b/>
                <w:sz w:val="22"/>
                <w:szCs w:val="22"/>
                <w:u w:val="single"/>
              </w:rPr>
              <w:t>Tárgy</w:t>
            </w:r>
            <w:r w:rsidRPr="005B5EAC"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r w:rsidRPr="005B5EAC">
              <w:rPr>
                <w:sz w:val="22"/>
                <w:szCs w:val="22"/>
              </w:rPr>
              <w:t>Cegléd,</w:t>
            </w:r>
            <w:r w:rsidR="00DF4E6D">
              <w:rPr>
                <w:sz w:val="22"/>
                <w:szCs w:val="22"/>
              </w:rPr>
              <w:t xml:space="preserve"> </w:t>
            </w:r>
            <w:r w:rsidR="0026277A">
              <w:rPr>
                <w:sz w:val="22"/>
                <w:szCs w:val="22"/>
              </w:rPr>
              <w:t>4221/2 hrsz</w:t>
            </w:r>
            <w:r w:rsidR="00EA1B5A">
              <w:rPr>
                <w:sz w:val="22"/>
                <w:szCs w:val="22"/>
              </w:rPr>
              <w:t>,</w:t>
            </w:r>
            <w:r w:rsidRPr="005B5EAC">
              <w:rPr>
                <w:sz w:val="22"/>
                <w:szCs w:val="22"/>
              </w:rPr>
              <w:t xml:space="preserve"> </w:t>
            </w:r>
            <w:r w:rsidR="00EA1B5A">
              <w:rPr>
                <w:sz w:val="22"/>
                <w:szCs w:val="22"/>
              </w:rPr>
              <w:t>pályázat elbírálása</w:t>
            </w:r>
            <w:bookmarkEnd w:id="0"/>
          </w:p>
          <w:p w14:paraId="558FB566" w14:textId="77777777" w:rsidR="0009281E" w:rsidRPr="005B5EAC" w:rsidRDefault="0009281E" w:rsidP="0009281E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</w:p>
          <w:p w14:paraId="7439EABB" w14:textId="2C73E121" w:rsidR="00380B9B" w:rsidRPr="005B5EAC" w:rsidRDefault="00380B9B" w:rsidP="00FC7549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5B5EAC">
              <w:rPr>
                <w:b/>
                <w:sz w:val="22"/>
                <w:szCs w:val="22"/>
                <w:u w:val="single"/>
              </w:rPr>
              <w:t>Melléklet</w:t>
            </w:r>
            <w:r w:rsidRPr="005B5EAC">
              <w:rPr>
                <w:sz w:val="22"/>
                <w:szCs w:val="22"/>
              </w:rPr>
              <w:t>:</w:t>
            </w:r>
            <w:r w:rsidR="00861F89">
              <w:rPr>
                <w:sz w:val="22"/>
                <w:szCs w:val="22"/>
              </w:rPr>
              <w:t xml:space="preserve"> </w:t>
            </w:r>
            <w:r w:rsidR="005751B6">
              <w:rPr>
                <w:sz w:val="22"/>
                <w:szCs w:val="22"/>
              </w:rPr>
              <w:t>-</w:t>
            </w:r>
          </w:p>
        </w:tc>
      </w:tr>
    </w:tbl>
    <w:p w14:paraId="0E22B751" w14:textId="77777777" w:rsidR="00B86900" w:rsidRPr="00CE22CF" w:rsidRDefault="00B86900" w:rsidP="005A37FB">
      <w:pPr>
        <w:tabs>
          <w:tab w:val="left" w:pos="5529"/>
        </w:tabs>
      </w:pPr>
    </w:p>
    <w:p w14:paraId="27F5ADA5" w14:textId="77777777" w:rsidR="00A86A5A" w:rsidRPr="006E308B" w:rsidRDefault="00A86A5A" w:rsidP="0049015D">
      <w:pPr>
        <w:jc w:val="center"/>
        <w:rPr>
          <w:b/>
        </w:rPr>
      </w:pPr>
      <w:r w:rsidRPr="006E308B">
        <w:rPr>
          <w:b/>
        </w:rPr>
        <w:t>ELŐTERJESZTÉS</w:t>
      </w:r>
    </w:p>
    <w:p w14:paraId="171363B8" w14:textId="7BE21492" w:rsidR="00A86A5A" w:rsidRPr="009F1617" w:rsidRDefault="00F7388D" w:rsidP="0049015D">
      <w:pPr>
        <w:jc w:val="center"/>
        <w:rPr>
          <w:b/>
          <w:bCs/>
        </w:rPr>
      </w:pPr>
      <w:r w:rsidRPr="009F1617">
        <w:rPr>
          <w:b/>
          <w:bCs/>
        </w:rPr>
        <w:t xml:space="preserve">A </w:t>
      </w:r>
      <w:r w:rsidR="002A7AF3" w:rsidRPr="009F1617">
        <w:rPr>
          <w:b/>
          <w:bCs/>
        </w:rPr>
        <w:t>Képviselő-testület</w:t>
      </w:r>
      <w:r w:rsidR="00CD1619" w:rsidRPr="009F1617">
        <w:rPr>
          <w:b/>
          <w:bCs/>
        </w:rPr>
        <w:t xml:space="preserve"> 202</w:t>
      </w:r>
      <w:r w:rsidR="00C96698">
        <w:rPr>
          <w:b/>
          <w:bCs/>
        </w:rPr>
        <w:t>6. február 1</w:t>
      </w:r>
      <w:r w:rsidR="00984D37">
        <w:rPr>
          <w:b/>
          <w:bCs/>
        </w:rPr>
        <w:t>1</w:t>
      </w:r>
      <w:r w:rsidR="00871D21" w:rsidRPr="009F1617">
        <w:rPr>
          <w:b/>
          <w:bCs/>
        </w:rPr>
        <w:t>-</w:t>
      </w:r>
      <w:r w:rsidR="00984D37">
        <w:rPr>
          <w:b/>
          <w:bCs/>
        </w:rPr>
        <w:t>e</w:t>
      </w:r>
      <w:r w:rsidR="00871D21" w:rsidRPr="009F1617">
        <w:rPr>
          <w:b/>
          <w:bCs/>
        </w:rPr>
        <w:t>i</w:t>
      </w:r>
      <w:r w:rsidR="00A86A5A" w:rsidRPr="009F1617">
        <w:rPr>
          <w:b/>
          <w:bCs/>
        </w:rPr>
        <w:t xml:space="preserve"> ülésére</w:t>
      </w:r>
    </w:p>
    <w:p w14:paraId="5DE535FA" w14:textId="77777777" w:rsidR="003224DC" w:rsidRPr="006E308B" w:rsidRDefault="003224DC" w:rsidP="0049015D">
      <w:pPr>
        <w:jc w:val="center"/>
        <w:rPr>
          <w:b/>
        </w:rPr>
      </w:pPr>
    </w:p>
    <w:p w14:paraId="3D549123" w14:textId="77777777" w:rsidR="00985A9C" w:rsidRPr="006E308B" w:rsidRDefault="00985A9C" w:rsidP="0049015D">
      <w:pPr>
        <w:jc w:val="center"/>
        <w:rPr>
          <w:b/>
        </w:rPr>
      </w:pPr>
      <w:r w:rsidRPr="006E308B">
        <w:rPr>
          <w:b/>
        </w:rPr>
        <w:t xml:space="preserve">Tisztelt </w:t>
      </w:r>
      <w:r w:rsidR="002A7AF3" w:rsidRPr="006E308B">
        <w:rPr>
          <w:b/>
        </w:rPr>
        <w:t>Képviselő-testület</w:t>
      </w:r>
      <w:r w:rsidRPr="006E308B">
        <w:rPr>
          <w:b/>
        </w:rPr>
        <w:t>!</w:t>
      </w:r>
    </w:p>
    <w:p w14:paraId="7050B2F8" w14:textId="77777777" w:rsidR="0021316F" w:rsidRPr="006E308B" w:rsidRDefault="0021316F" w:rsidP="0049015D">
      <w:pPr>
        <w:jc w:val="both"/>
      </w:pPr>
    </w:p>
    <w:p w14:paraId="62EECA54" w14:textId="3E3A4373" w:rsidR="004217AC" w:rsidRPr="00011603" w:rsidRDefault="008305EE" w:rsidP="000534D6">
      <w:pPr>
        <w:jc w:val="both"/>
      </w:pPr>
      <w:r w:rsidRPr="00011603">
        <w:t xml:space="preserve">Cegléd Város Önkormányzatának Képviselő-testülete a </w:t>
      </w:r>
      <w:r w:rsidR="00547728">
        <w:t>470</w:t>
      </w:r>
      <w:r w:rsidR="00011603" w:rsidRPr="00011603">
        <w:t>/2025.(</w:t>
      </w:r>
      <w:r w:rsidR="00547728">
        <w:t>X.16.</w:t>
      </w:r>
      <w:r w:rsidR="00011603" w:rsidRPr="00011603">
        <w:t>) önkormányzati h</w:t>
      </w:r>
      <w:r w:rsidRPr="00011603">
        <w:t>atározatával értékesítésre jelölte ki a</w:t>
      </w:r>
      <w:r w:rsidR="00B57913" w:rsidRPr="00011603">
        <w:t>z</w:t>
      </w:r>
      <w:r w:rsidR="00C05BC9" w:rsidRPr="00011603">
        <w:t xml:space="preserve"> Önkormányzat</w:t>
      </w:r>
      <w:r w:rsidR="00B57913" w:rsidRPr="00011603">
        <w:t xml:space="preserve"> kizárólagos</w:t>
      </w:r>
      <w:r w:rsidR="00566FF5" w:rsidRPr="00011603">
        <w:t xml:space="preserve"> tulajdonban lévő</w:t>
      </w:r>
      <w:r w:rsidR="002C2618" w:rsidRPr="00011603">
        <w:t xml:space="preserve"> </w:t>
      </w:r>
      <w:r w:rsidR="00547728">
        <w:t>4221/2</w:t>
      </w:r>
      <w:r w:rsidR="00315D65">
        <w:t xml:space="preserve"> hrsz-ú,</w:t>
      </w:r>
      <w:r w:rsidR="00AB6457" w:rsidRPr="00011603">
        <w:t xml:space="preserve"> </w:t>
      </w:r>
      <w:r w:rsidR="00315D65" w:rsidRPr="00095E3F">
        <w:rPr>
          <w:rFonts w:eastAsia="Calibri"/>
          <w:lang w:eastAsia="en-US"/>
        </w:rPr>
        <w:t>„kivett beépítetlen terület” megnevezésű</w:t>
      </w:r>
      <w:r w:rsidR="00315D65">
        <w:rPr>
          <w:rFonts w:eastAsia="Calibri"/>
          <w:lang w:eastAsia="en-US"/>
        </w:rPr>
        <w:t xml:space="preserve"> </w:t>
      </w:r>
      <w:r w:rsidR="00AB6457" w:rsidRPr="00011603">
        <w:t>ingatlant</w:t>
      </w:r>
      <w:r w:rsidR="00315D65">
        <w:t>,</w:t>
      </w:r>
      <w:r w:rsidR="00315D65" w:rsidRPr="00315D65">
        <w:rPr>
          <w:rFonts w:eastAsia="Calibri"/>
          <w:lang w:eastAsia="en-US"/>
        </w:rPr>
        <w:t xml:space="preserve"> </w:t>
      </w:r>
      <w:r w:rsidR="00315D65" w:rsidRPr="00095E3F">
        <w:rPr>
          <w:rFonts w:eastAsia="Calibri"/>
          <w:lang w:eastAsia="en-US"/>
        </w:rPr>
        <w:t>mely valóságban a</w:t>
      </w:r>
      <w:r w:rsidR="00547728">
        <w:rPr>
          <w:rFonts w:eastAsia="Calibri"/>
          <w:lang w:eastAsia="en-US"/>
        </w:rPr>
        <w:t xml:space="preserve"> Köztes u. 5.</w:t>
      </w:r>
      <w:r w:rsidR="00315D65">
        <w:rPr>
          <w:rFonts w:eastAsia="Calibri"/>
          <w:lang w:eastAsia="en-US"/>
        </w:rPr>
        <w:t xml:space="preserve"> szám alatt </w:t>
      </w:r>
      <w:r w:rsidR="00315D65" w:rsidRPr="00095E3F">
        <w:rPr>
          <w:rFonts w:eastAsia="Calibri"/>
          <w:lang w:eastAsia="en-US"/>
        </w:rPr>
        <w:t>található</w:t>
      </w:r>
      <w:r w:rsidR="00315D65">
        <w:t>.</w:t>
      </w:r>
    </w:p>
    <w:p w14:paraId="6C3A14D4" w14:textId="337F2F34" w:rsidR="00FB478A" w:rsidRPr="00095E3F" w:rsidRDefault="00547728" w:rsidP="00315D65">
      <w:pPr>
        <w:spacing w:after="160" w:line="259" w:lineRule="auto"/>
        <w:contextualSpacing/>
        <w:jc w:val="both"/>
      </w:pPr>
      <w:r>
        <w:rPr>
          <w:rFonts w:eastAsia="Calibri"/>
          <w:lang w:eastAsia="en-US"/>
        </w:rPr>
        <w:t>A fenti</w:t>
      </w:r>
      <w:r w:rsidR="00315D65">
        <w:rPr>
          <w:rFonts w:eastAsia="Calibri"/>
          <w:lang w:eastAsia="en-US"/>
        </w:rPr>
        <w:t xml:space="preserve"> ingatlan versenyeztetési eljárása </w:t>
      </w:r>
      <w:r>
        <w:rPr>
          <w:rFonts w:eastAsia="Calibri"/>
          <w:lang w:eastAsia="en-US"/>
        </w:rPr>
        <w:t>le</w:t>
      </w:r>
      <w:r w:rsidR="00315D65">
        <w:rPr>
          <w:rFonts w:eastAsia="Calibri"/>
          <w:lang w:eastAsia="en-US"/>
        </w:rPr>
        <w:t xml:space="preserve">zajlott, a </w:t>
      </w:r>
      <w:r w:rsidR="00E260BB" w:rsidRPr="00095E3F">
        <w:t xml:space="preserve">pályázat </w:t>
      </w:r>
      <w:r w:rsidR="00C96698">
        <w:t xml:space="preserve">ismételten </w:t>
      </w:r>
      <w:r w:rsidR="00E260BB" w:rsidRPr="00095E3F">
        <w:t>kiírásra került a testületi határozatban meghatározott vételáron</w:t>
      </w:r>
      <w:r w:rsidR="006E308B" w:rsidRPr="00095E3F">
        <w:t xml:space="preserve">. </w:t>
      </w:r>
    </w:p>
    <w:p w14:paraId="6148B0E3" w14:textId="49D69E70" w:rsidR="006A43ED" w:rsidRPr="00095E3F" w:rsidRDefault="00FE77A3" w:rsidP="006A43ED">
      <w:pPr>
        <w:jc w:val="both"/>
      </w:pPr>
      <w:r w:rsidRPr="00095E3F">
        <w:t>A</w:t>
      </w:r>
      <w:r w:rsidR="006A43ED" w:rsidRPr="00095E3F">
        <w:t xml:space="preserve"> VÁRVAG Nonprofit Kft. által </w:t>
      </w:r>
      <w:r w:rsidR="005B5EAC" w:rsidRPr="00095E3F">
        <w:rPr>
          <w:i/>
        </w:rPr>
        <w:t xml:space="preserve">a vagyongazdálkodásról szóló 1/2018. (I. 31.) önkormányzati rendelet 15. §-a </w:t>
      </w:r>
      <w:r w:rsidR="005B5EAC" w:rsidRPr="00095E3F">
        <w:t>alapján</w:t>
      </w:r>
      <w:r w:rsidR="005B5EAC" w:rsidRPr="00095E3F">
        <w:rPr>
          <w:i/>
        </w:rPr>
        <w:t xml:space="preserve"> </w:t>
      </w:r>
      <w:r w:rsidR="005B5EAC" w:rsidRPr="00095E3F">
        <w:t xml:space="preserve">pályázatra kiírt értékesítendő </w:t>
      </w:r>
      <w:bookmarkStart w:id="1" w:name="_Hlk160443196"/>
      <w:r w:rsidR="005B5EAC" w:rsidRPr="00095E3F">
        <w:rPr>
          <w:bCs/>
        </w:rPr>
        <w:t xml:space="preserve">ingatlanra - </w:t>
      </w:r>
      <w:r w:rsidR="006A43ED" w:rsidRPr="00095E3F">
        <w:rPr>
          <w:bCs/>
        </w:rPr>
        <w:t>202</w:t>
      </w:r>
      <w:r w:rsidR="00C96698">
        <w:rPr>
          <w:bCs/>
        </w:rPr>
        <w:t>6</w:t>
      </w:r>
      <w:r w:rsidR="006A43ED" w:rsidRPr="00095E3F">
        <w:rPr>
          <w:bCs/>
        </w:rPr>
        <w:t xml:space="preserve">. </w:t>
      </w:r>
      <w:r w:rsidR="00C96698">
        <w:rPr>
          <w:bCs/>
        </w:rPr>
        <w:t>január 29</w:t>
      </w:r>
      <w:r w:rsidR="009C4DB2" w:rsidRPr="00095E3F">
        <w:rPr>
          <w:bCs/>
        </w:rPr>
        <w:t>.</w:t>
      </w:r>
      <w:r w:rsidR="006A43ED" w:rsidRPr="00095E3F">
        <w:rPr>
          <w:bCs/>
        </w:rPr>
        <w:t xml:space="preserve"> 1</w:t>
      </w:r>
      <w:r w:rsidR="00547728">
        <w:rPr>
          <w:bCs/>
        </w:rPr>
        <w:t>4</w:t>
      </w:r>
      <w:r w:rsidR="006A43ED" w:rsidRPr="00095E3F">
        <w:rPr>
          <w:bCs/>
        </w:rPr>
        <w:t>.00 órá</w:t>
      </w:r>
      <w:bookmarkEnd w:id="1"/>
      <w:r w:rsidR="005B5EAC" w:rsidRPr="00095E3F">
        <w:rPr>
          <w:bCs/>
        </w:rPr>
        <w:t xml:space="preserve">ra </w:t>
      </w:r>
      <w:r w:rsidR="006A43ED" w:rsidRPr="00095E3F">
        <w:rPr>
          <w:bCs/>
        </w:rPr>
        <w:t xml:space="preserve">megadott határidőig </w:t>
      </w:r>
      <w:r w:rsidR="00DE58AB">
        <w:rPr>
          <w:bCs/>
        </w:rPr>
        <w:t>–</w:t>
      </w:r>
      <w:r w:rsidR="005B5EAC" w:rsidRPr="00095E3F">
        <w:rPr>
          <w:bCs/>
        </w:rPr>
        <w:t xml:space="preserve"> </w:t>
      </w:r>
      <w:r w:rsidR="00DE58AB">
        <w:rPr>
          <w:bCs/>
        </w:rPr>
        <w:t>az alábbi</w:t>
      </w:r>
      <w:r w:rsidR="00DE58AB">
        <w:t xml:space="preserve"> pályázat érkezett</w:t>
      </w:r>
      <w:r w:rsidR="00C96698">
        <w:t>:</w:t>
      </w:r>
    </w:p>
    <w:p w14:paraId="24EA3CEE" w14:textId="77777777" w:rsidR="00F563AC" w:rsidRPr="00095E3F" w:rsidRDefault="00F563AC" w:rsidP="006A43ED">
      <w:pPr>
        <w:jc w:val="both"/>
        <w:rPr>
          <w:bCs/>
        </w:rPr>
      </w:pPr>
    </w:p>
    <w:p w14:paraId="51033F3C" w14:textId="46AF3642" w:rsidR="006A43ED" w:rsidRPr="00095E3F" w:rsidRDefault="006A43ED" w:rsidP="00F563AC">
      <w:pPr>
        <w:jc w:val="both"/>
        <w:rPr>
          <w:b/>
          <w:u w:val="single"/>
        </w:rPr>
      </w:pPr>
      <w:r w:rsidRPr="00095E3F">
        <w:rPr>
          <w:b/>
          <w:u w:val="single"/>
        </w:rPr>
        <w:t xml:space="preserve">Ingatlan hrsz      </w:t>
      </w:r>
      <w:r w:rsidR="00DE58AB">
        <w:rPr>
          <w:b/>
          <w:u w:val="single"/>
        </w:rPr>
        <w:t xml:space="preserve">   </w:t>
      </w:r>
      <w:r w:rsidRPr="00095E3F">
        <w:rPr>
          <w:b/>
          <w:u w:val="single"/>
        </w:rPr>
        <w:t>Pályázó neve</w:t>
      </w:r>
      <w:r w:rsidRPr="00095E3F">
        <w:rPr>
          <w:b/>
          <w:u w:val="single"/>
        </w:rPr>
        <w:tab/>
        <w:t xml:space="preserve">                            </w:t>
      </w:r>
      <w:r w:rsidR="009F1617" w:rsidRPr="00095E3F">
        <w:rPr>
          <w:b/>
          <w:u w:val="single"/>
        </w:rPr>
        <w:t>C</w:t>
      </w:r>
      <w:r w:rsidRPr="00095E3F">
        <w:rPr>
          <w:b/>
          <w:u w:val="single"/>
        </w:rPr>
        <w:t xml:space="preserve">ím                               </w:t>
      </w:r>
      <w:r w:rsidR="00DE58AB">
        <w:rPr>
          <w:b/>
          <w:u w:val="single"/>
        </w:rPr>
        <w:t xml:space="preserve">    </w:t>
      </w:r>
      <w:r w:rsidRPr="00095E3F">
        <w:rPr>
          <w:b/>
          <w:u w:val="single"/>
        </w:rPr>
        <w:t xml:space="preserve"> </w:t>
      </w:r>
      <w:r w:rsidR="00407B53">
        <w:rPr>
          <w:b/>
          <w:u w:val="single"/>
        </w:rPr>
        <w:t xml:space="preserve">        </w:t>
      </w:r>
      <w:r w:rsidRPr="00095E3F">
        <w:rPr>
          <w:b/>
          <w:u w:val="single"/>
        </w:rPr>
        <w:t>Ajánlott ár</w:t>
      </w:r>
    </w:p>
    <w:p w14:paraId="796A823F" w14:textId="3CC17DCD" w:rsidR="00F22031" w:rsidRPr="00095E3F" w:rsidRDefault="00547728" w:rsidP="00F22031">
      <w:pPr>
        <w:jc w:val="both"/>
      </w:pPr>
      <w:r>
        <w:rPr>
          <w:b/>
          <w:sz w:val="22"/>
          <w:szCs w:val="22"/>
        </w:rPr>
        <w:t>4221/2</w:t>
      </w:r>
      <w:r w:rsidR="006A43ED" w:rsidRPr="00407B53">
        <w:rPr>
          <w:b/>
          <w:sz w:val="22"/>
          <w:szCs w:val="22"/>
        </w:rPr>
        <w:t xml:space="preserve"> hrsz </w:t>
      </w:r>
      <w:r w:rsidR="006A43ED" w:rsidRPr="00407B53">
        <w:rPr>
          <w:sz w:val="22"/>
          <w:szCs w:val="22"/>
        </w:rPr>
        <w:t xml:space="preserve"> </w:t>
      </w:r>
      <w:r w:rsidR="00F22031" w:rsidRPr="00407B53">
        <w:rPr>
          <w:sz w:val="22"/>
          <w:szCs w:val="22"/>
        </w:rPr>
        <w:t xml:space="preserve">       </w:t>
      </w:r>
      <w:r w:rsidR="006A43ED" w:rsidRPr="00407B53">
        <w:rPr>
          <w:sz w:val="22"/>
          <w:szCs w:val="22"/>
        </w:rPr>
        <w:t xml:space="preserve"> </w:t>
      </w:r>
      <w:bookmarkStart w:id="2" w:name="_Hlk161056747"/>
      <w:r w:rsidR="00861F89" w:rsidRPr="00407B53">
        <w:rPr>
          <w:sz w:val="22"/>
          <w:szCs w:val="22"/>
        </w:rPr>
        <w:t xml:space="preserve">  </w:t>
      </w:r>
      <w:r w:rsidR="00DE58AB">
        <w:rPr>
          <w:sz w:val="22"/>
          <w:szCs w:val="22"/>
        </w:rPr>
        <w:t xml:space="preserve">Szabó József és neje              2700 Cegléd, Köztes u. 3.   </w:t>
      </w:r>
      <w:r w:rsidR="00407B53">
        <w:rPr>
          <w:sz w:val="22"/>
          <w:szCs w:val="22"/>
        </w:rPr>
        <w:t xml:space="preserve"> </w:t>
      </w:r>
      <w:r w:rsidR="00824FF7">
        <w:rPr>
          <w:sz w:val="22"/>
          <w:szCs w:val="22"/>
        </w:rPr>
        <w:t xml:space="preserve">            </w:t>
      </w:r>
      <w:r w:rsidR="00DE58AB">
        <w:rPr>
          <w:sz w:val="22"/>
          <w:szCs w:val="22"/>
        </w:rPr>
        <w:t xml:space="preserve">  </w:t>
      </w:r>
      <w:r w:rsidR="00824FF7">
        <w:rPr>
          <w:sz w:val="22"/>
          <w:szCs w:val="22"/>
        </w:rPr>
        <w:t xml:space="preserve"> </w:t>
      </w:r>
      <w:r w:rsidR="00F22031" w:rsidRPr="00407B53">
        <w:rPr>
          <w:sz w:val="22"/>
          <w:szCs w:val="22"/>
        </w:rPr>
        <w:t>bruttó:</w:t>
      </w:r>
      <w:r w:rsidR="00F22031" w:rsidRPr="00095E3F">
        <w:t xml:space="preserve"> </w:t>
      </w:r>
      <w:r w:rsidR="005550F8">
        <w:t>14.055.000</w:t>
      </w:r>
      <w:r w:rsidR="00F22031" w:rsidRPr="00407B53">
        <w:rPr>
          <w:sz w:val="22"/>
          <w:szCs w:val="22"/>
        </w:rPr>
        <w:t>,-Ft</w:t>
      </w:r>
      <w:bookmarkEnd w:id="2"/>
    </w:p>
    <w:p w14:paraId="4D80703A" w14:textId="72E9FCFA" w:rsidR="006A43ED" w:rsidRPr="00095E3F" w:rsidRDefault="006A43ED" w:rsidP="006A43ED">
      <w:pPr>
        <w:tabs>
          <w:tab w:val="left" w:pos="1980"/>
        </w:tabs>
        <w:jc w:val="both"/>
      </w:pPr>
      <w:r w:rsidRPr="00095E3F">
        <w:t xml:space="preserve">                </w:t>
      </w:r>
    </w:p>
    <w:p w14:paraId="0243FE61" w14:textId="13C1947C" w:rsidR="005B5EAC" w:rsidRPr="00095E3F" w:rsidRDefault="005B5EAC" w:rsidP="00DE58AB">
      <w:pPr>
        <w:jc w:val="both"/>
      </w:pPr>
      <w:r w:rsidRPr="00095E3F">
        <w:t xml:space="preserve">A pályázó által megajánlott vételár </w:t>
      </w:r>
      <w:r w:rsidR="0074680A">
        <w:t>az</w:t>
      </w:r>
      <w:r w:rsidR="00315D65">
        <w:t xml:space="preserve"> in</w:t>
      </w:r>
      <w:r w:rsidRPr="00095E3F">
        <w:t xml:space="preserve">gatlan esetében </w:t>
      </w:r>
      <w:r w:rsidR="006F6F30" w:rsidRPr="005550F8">
        <w:t>magasabb</w:t>
      </w:r>
      <w:r w:rsidRPr="00095E3F">
        <w:t xml:space="preserve"> a pályázati kiírásban feltüntetett </w:t>
      </w:r>
      <w:r w:rsidRPr="006F6F30">
        <w:t>minimál ár</w:t>
      </w:r>
      <w:r w:rsidR="00DE58AB">
        <w:t>nál</w:t>
      </w:r>
      <w:r w:rsidRPr="00095E3F">
        <w:t xml:space="preserve">. </w:t>
      </w:r>
    </w:p>
    <w:p w14:paraId="4D3587AC" w14:textId="747D98C1" w:rsidR="005B5EAC" w:rsidRPr="00095E3F" w:rsidRDefault="005B5EAC" w:rsidP="00DE58AB">
      <w:pPr>
        <w:jc w:val="both"/>
      </w:pPr>
      <w:r w:rsidRPr="00095E3F">
        <w:t xml:space="preserve">A pályázati anyag megtekinthető a VÁRVAG Nonprofit Kft. irodájában. </w:t>
      </w:r>
    </w:p>
    <w:p w14:paraId="2D66A93F" w14:textId="112FBAD4" w:rsidR="00E32C5B" w:rsidRPr="00095E3F" w:rsidRDefault="003A4B43" w:rsidP="00DE58AB">
      <w:pPr>
        <w:jc w:val="both"/>
      </w:pPr>
      <w:r w:rsidRPr="00095E3F">
        <w:t>A</w:t>
      </w:r>
      <w:r w:rsidR="005B5EAC" w:rsidRPr="00095E3F">
        <w:t xml:space="preserve"> </w:t>
      </w:r>
      <w:r w:rsidRPr="00095E3F">
        <w:t>pályázó a pályázati feltételek</w:t>
      </w:r>
      <w:r w:rsidR="005B5EAC" w:rsidRPr="00095E3F">
        <w:t>et</w:t>
      </w:r>
      <w:r w:rsidRPr="00095E3F">
        <w:t xml:space="preserve"> m</w:t>
      </w:r>
      <w:r w:rsidR="0009281E" w:rsidRPr="00095E3F">
        <w:t xml:space="preserve">aradéktalanul </w:t>
      </w:r>
      <w:r w:rsidR="0009281E" w:rsidRPr="00DE58AB">
        <w:t>teljesített</w:t>
      </w:r>
      <w:r w:rsidR="00DE58AB" w:rsidRPr="00DE58AB">
        <w:t>e</w:t>
      </w:r>
      <w:r w:rsidR="005751B6">
        <w:t xml:space="preserve">, </w:t>
      </w:r>
      <w:r w:rsidR="005B5EAC" w:rsidRPr="00095E3F">
        <w:t xml:space="preserve">a pályázat </w:t>
      </w:r>
      <w:r w:rsidR="000D2854">
        <w:t>a</w:t>
      </w:r>
      <w:r w:rsidR="00011603">
        <w:t xml:space="preserve"> kiírt</w:t>
      </w:r>
      <w:r w:rsidR="005B5EAC" w:rsidRPr="00095E3F">
        <w:t xml:space="preserve"> ingatlan vonatkozásában érvényes.</w:t>
      </w:r>
    </w:p>
    <w:p w14:paraId="2D04F5FE" w14:textId="77777777" w:rsidR="005B5EAC" w:rsidRPr="00095E3F" w:rsidRDefault="005B5EAC" w:rsidP="000534D6">
      <w:pPr>
        <w:jc w:val="both"/>
      </w:pPr>
    </w:p>
    <w:p w14:paraId="0FAB7199" w14:textId="79A46B49" w:rsidR="00D57D27" w:rsidRDefault="00F22031" w:rsidP="00D57D27">
      <w:pPr>
        <w:jc w:val="both"/>
      </w:pPr>
      <w:r w:rsidRPr="00095E3F">
        <w:t xml:space="preserve">Tekintettel arra, hogy a </w:t>
      </w:r>
      <w:r w:rsidR="00547728">
        <w:rPr>
          <w:b/>
          <w:bCs/>
        </w:rPr>
        <w:t>4221/2</w:t>
      </w:r>
      <w:r w:rsidRPr="00095E3F">
        <w:rPr>
          <w:b/>
          <w:bCs/>
        </w:rPr>
        <w:t xml:space="preserve"> hrsz</w:t>
      </w:r>
      <w:r w:rsidRPr="00095E3F">
        <w:t>-ú ingatlanra</w:t>
      </w:r>
      <w:r w:rsidR="00861F89">
        <w:t xml:space="preserve"> </w:t>
      </w:r>
      <w:r w:rsidR="00DE58AB">
        <w:t>Szabó József és neje az egyedüli pályázó</w:t>
      </w:r>
      <w:r w:rsidR="0036011A">
        <w:t>,</w:t>
      </w:r>
      <w:r w:rsidR="00D57D27">
        <w:t xml:space="preserve"> </w:t>
      </w:r>
      <w:r w:rsidRPr="00095E3F">
        <w:t xml:space="preserve">és a pályázati feltételekben előírtakat maradéktalanul teljesítette, </w:t>
      </w:r>
      <w:r w:rsidR="00C96698">
        <w:t>javaslom a pályázat nyertesének nyilvánítani</w:t>
      </w:r>
      <w:r w:rsidR="0036011A">
        <w:t>.</w:t>
      </w:r>
    </w:p>
    <w:p w14:paraId="33B4D352" w14:textId="79F934C1" w:rsidR="005550F8" w:rsidRPr="00547728" w:rsidRDefault="005550F8" w:rsidP="00D57D27">
      <w:pPr>
        <w:jc w:val="both"/>
      </w:pPr>
      <w:r>
        <w:t xml:space="preserve">Pályázó kéri, hogy a vételárat két részletben, 12.055.000,-Ft-ot a szerződés aláírásával egyidejűleg, a fennmaradó 2.000.000,-Ft összeget 2027. június 30-ig fizethesse meg, javaslom ennek elfogadását.  </w:t>
      </w:r>
    </w:p>
    <w:p w14:paraId="6A94E711" w14:textId="77777777" w:rsidR="005751B6" w:rsidRDefault="005751B6" w:rsidP="00095E3F">
      <w:pPr>
        <w:jc w:val="both"/>
      </w:pPr>
    </w:p>
    <w:p w14:paraId="45DE3E37" w14:textId="5FDA1813" w:rsidR="003A4B43" w:rsidRPr="00095E3F" w:rsidRDefault="00546445" w:rsidP="00095E3F">
      <w:pPr>
        <w:jc w:val="both"/>
      </w:pPr>
      <w:r w:rsidRPr="00095E3F">
        <w:t xml:space="preserve">Az előterjesztést a </w:t>
      </w:r>
      <w:r w:rsidRPr="00095E3F">
        <w:rPr>
          <w:b/>
        </w:rPr>
        <w:t>Gazdasági</w:t>
      </w:r>
      <w:r w:rsidRPr="00095E3F">
        <w:t xml:space="preserve"> </w:t>
      </w:r>
      <w:r w:rsidR="00824FF7">
        <w:t>és</w:t>
      </w:r>
      <w:r w:rsidR="00A22B9A">
        <w:t xml:space="preserve"> a</w:t>
      </w:r>
      <w:r w:rsidR="00824FF7">
        <w:t xml:space="preserve"> </w:t>
      </w:r>
      <w:r w:rsidR="00824FF7" w:rsidRPr="00824FF7">
        <w:rPr>
          <w:b/>
          <w:bCs/>
        </w:rPr>
        <w:t>Tulajdonosi</w:t>
      </w:r>
      <w:r w:rsidR="00824FF7">
        <w:t xml:space="preserve"> </w:t>
      </w:r>
      <w:r w:rsidRPr="00095E3F">
        <w:rPr>
          <w:b/>
        </w:rPr>
        <w:t>Bizottság</w:t>
      </w:r>
      <w:r w:rsidRPr="00095E3F">
        <w:t xml:space="preserve"> tárgyalja. A Bizottság</w:t>
      </w:r>
      <w:r w:rsidR="00824FF7">
        <w:t>ok</w:t>
      </w:r>
      <w:r w:rsidRPr="00095E3F">
        <w:t xml:space="preserve"> véleménye a Képviselő-testület ülésén helyben kerül kiosztásra jegyzőkönyvi kivonat formájában.</w:t>
      </w:r>
    </w:p>
    <w:p w14:paraId="6FFA5641" w14:textId="77777777" w:rsidR="00315D65" w:rsidRDefault="00315D65" w:rsidP="00315D65">
      <w:pPr>
        <w:jc w:val="both"/>
        <w:rPr>
          <w:noProof/>
        </w:rPr>
      </w:pPr>
      <w:r>
        <w:rPr>
          <w:noProof/>
        </w:rPr>
        <w:t xml:space="preserve">A döntéshozatal a Magyarország helyi önkormányzatairól szóló 2011. évi CLXXXIX. törvény 46. § (1) bekezdésére figyelemmel </w:t>
      </w:r>
      <w:r>
        <w:rPr>
          <w:b/>
          <w:noProof/>
          <w:u w:val="single"/>
        </w:rPr>
        <w:t>nyilvános</w:t>
      </w:r>
      <w:r>
        <w:rPr>
          <w:noProof/>
        </w:rPr>
        <w:t xml:space="preserve"> ülés keretében, az SzMSz 59. § (3) pontja alapján </w:t>
      </w:r>
      <w:r>
        <w:rPr>
          <w:b/>
          <w:noProof/>
          <w:u w:val="single"/>
        </w:rPr>
        <w:t>minősített</w:t>
      </w:r>
      <w:r>
        <w:rPr>
          <w:noProof/>
        </w:rPr>
        <w:t xml:space="preserve"> szavazati arányt igényel.</w:t>
      </w:r>
    </w:p>
    <w:p w14:paraId="470FB5E0" w14:textId="14A3F908" w:rsidR="00315D65" w:rsidRDefault="00315D65" w:rsidP="00095E3F">
      <w:pPr>
        <w:jc w:val="both"/>
        <w:rPr>
          <w:i/>
          <w:noProof/>
        </w:rPr>
      </w:pPr>
    </w:p>
    <w:p w14:paraId="71955A55" w14:textId="154FDC09" w:rsidR="00315D65" w:rsidRPr="00315D65" w:rsidRDefault="00315D65" w:rsidP="00095E3F">
      <w:pPr>
        <w:jc w:val="both"/>
        <w:rPr>
          <w:iCs/>
        </w:rPr>
      </w:pPr>
      <w:r>
        <w:rPr>
          <w:iCs/>
          <w:noProof/>
        </w:rPr>
        <w:t xml:space="preserve">Kérem a Tisztelt Képviselő-testületet, hogy </w:t>
      </w:r>
      <w:r w:rsidR="00E7261D">
        <w:rPr>
          <w:iCs/>
          <w:noProof/>
        </w:rPr>
        <w:t>a pályázat nyertes</w:t>
      </w:r>
      <w:r w:rsidR="00547728">
        <w:rPr>
          <w:iCs/>
          <w:noProof/>
        </w:rPr>
        <w:t>é</w:t>
      </w:r>
      <w:r w:rsidR="00E7261D">
        <w:rPr>
          <w:iCs/>
          <w:noProof/>
        </w:rPr>
        <w:t xml:space="preserve">nek jóváhagyásáról </w:t>
      </w:r>
      <w:r>
        <w:rPr>
          <w:iCs/>
          <w:noProof/>
        </w:rPr>
        <w:t>döntésüket meghozni szíveskedj</w:t>
      </w:r>
      <w:r w:rsidR="00A22B9A">
        <w:rPr>
          <w:iCs/>
          <w:noProof/>
        </w:rPr>
        <w:t>enek</w:t>
      </w:r>
      <w:r>
        <w:rPr>
          <w:iCs/>
          <w:noProof/>
        </w:rPr>
        <w:t xml:space="preserve">. </w:t>
      </w:r>
    </w:p>
    <w:p w14:paraId="4364DFE5" w14:textId="77777777" w:rsidR="00FC7EC6" w:rsidRPr="00095E3F" w:rsidRDefault="00FC7EC6" w:rsidP="0049015D">
      <w:pPr>
        <w:jc w:val="both"/>
      </w:pPr>
    </w:p>
    <w:p w14:paraId="1A625807" w14:textId="6D7B0AD7" w:rsidR="008F6E49" w:rsidRPr="00095E3F" w:rsidRDefault="00A24CF0" w:rsidP="0049015D">
      <w:pPr>
        <w:jc w:val="both"/>
      </w:pPr>
      <w:r w:rsidRPr="00095E3F">
        <w:t xml:space="preserve">Cegléd, </w:t>
      </w:r>
      <w:r w:rsidR="00CD1619" w:rsidRPr="00095E3F">
        <w:t>202</w:t>
      </w:r>
      <w:r w:rsidR="00C96698">
        <w:t>6</w:t>
      </w:r>
      <w:r w:rsidR="00824FF7">
        <w:t xml:space="preserve">. </w:t>
      </w:r>
      <w:r w:rsidR="00026985">
        <w:t>február 2</w:t>
      </w:r>
      <w:r w:rsidR="00DE58AB">
        <w:t>.</w:t>
      </w:r>
    </w:p>
    <w:p w14:paraId="61C6E722" w14:textId="60581408" w:rsidR="008F6E49" w:rsidRPr="00095E3F" w:rsidRDefault="00FC7549" w:rsidP="005550F8">
      <w:pPr>
        <w:tabs>
          <w:tab w:val="left" w:pos="6480"/>
        </w:tabs>
        <w:ind w:left="4248"/>
      </w:pPr>
      <w:r>
        <w:tab/>
      </w:r>
      <w:r w:rsidR="00A30D38" w:rsidRPr="00095E3F">
        <w:t>Dr. Csáky András</w:t>
      </w:r>
      <w:r w:rsidR="0074680A">
        <w:t xml:space="preserve"> </w:t>
      </w:r>
      <w:r w:rsidR="006642BB" w:rsidRPr="00095E3F">
        <w:t>p</w:t>
      </w:r>
      <w:r w:rsidR="00A24CF0" w:rsidRPr="00095E3F">
        <w:t>olgármester</w:t>
      </w:r>
    </w:p>
    <w:p w14:paraId="5C8D83CF" w14:textId="77777777" w:rsidR="0074680A" w:rsidRDefault="0074680A" w:rsidP="00E267EE">
      <w:pPr>
        <w:jc w:val="center"/>
        <w:rPr>
          <w:b/>
        </w:rPr>
      </w:pPr>
    </w:p>
    <w:p w14:paraId="14604E44" w14:textId="1D04CF32" w:rsidR="00985A9C" w:rsidRPr="00095E3F" w:rsidRDefault="00985A9C" w:rsidP="00E267EE">
      <w:pPr>
        <w:jc w:val="center"/>
        <w:rPr>
          <w:b/>
        </w:rPr>
      </w:pPr>
      <w:r w:rsidRPr="00095E3F">
        <w:rPr>
          <w:b/>
        </w:rPr>
        <w:t>Határozati javaslat</w:t>
      </w:r>
    </w:p>
    <w:p w14:paraId="4DA736BB" w14:textId="77777777" w:rsidR="00AF4A2F" w:rsidRPr="00095E3F" w:rsidRDefault="00AF4A2F" w:rsidP="00E83C5A">
      <w:pPr>
        <w:jc w:val="both"/>
        <w:rPr>
          <w:b/>
        </w:rPr>
      </w:pPr>
    </w:p>
    <w:p w14:paraId="22EB8E55" w14:textId="65B7CAF3" w:rsidR="00E83C5A" w:rsidRPr="00095E3F" w:rsidRDefault="00E83C5A" w:rsidP="00095E3F">
      <w:pPr>
        <w:jc w:val="both"/>
      </w:pPr>
      <w:r w:rsidRPr="00095E3F">
        <w:rPr>
          <w:b/>
        </w:rPr>
        <w:t>Cegléd Város Önkormá</w:t>
      </w:r>
      <w:r w:rsidR="00956DED" w:rsidRPr="00095E3F">
        <w:rPr>
          <w:b/>
        </w:rPr>
        <w:t xml:space="preserve">nyzatának Képviselő-testülete </w:t>
      </w:r>
      <w:r w:rsidR="00956DED" w:rsidRPr="00095E3F">
        <w:t xml:space="preserve">– a </w:t>
      </w:r>
      <w:r w:rsidR="00547728">
        <w:t>470</w:t>
      </w:r>
      <w:r w:rsidR="00547728" w:rsidRPr="00011603">
        <w:t>/2025.(</w:t>
      </w:r>
      <w:r w:rsidR="00547728">
        <w:t>X.16.</w:t>
      </w:r>
      <w:r w:rsidR="00547728" w:rsidRPr="00011603">
        <w:t>)</w:t>
      </w:r>
      <w:r w:rsidR="005751B6">
        <w:t xml:space="preserve"> önkormányzati</w:t>
      </w:r>
      <w:r w:rsidR="00956DED" w:rsidRPr="00095E3F">
        <w:t xml:space="preserve"> határozatra figyelemmel</w:t>
      </w:r>
    </w:p>
    <w:p w14:paraId="4F003A90" w14:textId="72F64489" w:rsidR="00956DED" w:rsidRPr="00095E3F" w:rsidRDefault="00956DED" w:rsidP="00095E3F">
      <w:pPr>
        <w:numPr>
          <w:ilvl w:val="0"/>
          <w:numId w:val="27"/>
        </w:numPr>
        <w:jc w:val="both"/>
      </w:pPr>
      <w:r w:rsidRPr="00095E3F">
        <w:t xml:space="preserve">Megállapítja, hogy a VÁRVAG Nonprofit Kft. által a Cegléd </w:t>
      </w:r>
      <w:bookmarkStart w:id="3" w:name="_Hlk213251407"/>
      <w:r w:rsidR="000D2854">
        <w:rPr>
          <w:rFonts w:eastAsia="Calibri"/>
          <w:lang w:eastAsia="en-US"/>
        </w:rPr>
        <w:t>4221/2</w:t>
      </w:r>
      <w:r w:rsidR="000E43AB" w:rsidRPr="00095E3F">
        <w:rPr>
          <w:rFonts w:eastAsia="Calibri"/>
          <w:lang w:eastAsia="en-US"/>
        </w:rPr>
        <w:t xml:space="preserve"> </w:t>
      </w:r>
      <w:r w:rsidR="00861F89" w:rsidRPr="00095E3F">
        <w:rPr>
          <w:rFonts w:eastAsia="Calibri"/>
          <w:lang w:eastAsia="en-US"/>
        </w:rPr>
        <w:t>hrsz-ú</w:t>
      </w:r>
      <w:bookmarkEnd w:id="3"/>
      <w:r w:rsidR="00861F89" w:rsidRPr="00095E3F">
        <w:t xml:space="preserve"> </w:t>
      </w:r>
      <w:r w:rsidRPr="00095E3F">
        <w:t>ingatlan értékesítése tárgyában lefolytatott, 202</w:t>
      </w:r>
      <w:r w:rsidR="00C96698">
        <w:t>6. január 29</w:t>
      </w:r>
      <w:r w:rsidR="00861F89">
        <w:t>-é</w:t>
      </w:r>
      <w:r w:rsidRPr="00095E3F">
        <w:t>n határidős pályázat érvényes és eredményes.</w:t>
      </w:r>
    </w:p>
    <w:p w14:paraId="29D6E2D0" w14:textId="6FF7012F" w:rsidR="00956DED" w:rsidRPr="002F201E" w:rsidRDefault="00956DED" w:rsidP="00095E3F">
      <w:pPr>
        <w:numPr>
          <w:ilvl w:val="0"/>
          <w:numId w:val="27"/>
        </w:numPr>
        <w:jc w:val="both"/>
        <w:rPr>
          <w:b/>
        </w:rPr>
      </w:pPr>
      <w:r w:rsidRPr="00095E3F">
        <w:t xml:space="preserve">Megállapítja, hogy az 1. pontban hivatkozott pályázat nyertese </w:t>
      </w:r>
      <w:r w:rsidR="00DE58AB">
        <w:t>Szabó József és neje ceglédi lakosok.</w:t>
      </w:r>
    </w:p>
    <w:p w14:paraId="0418E52D" w14:textId="532FE08D" w:rsidR="006630E0" w:rsidRPr="00095E3F" w:rsidRDefault="00956DED" w:rsidP="00095E3F">
      <w:pPr>
        <w:numPr>
          <w:ilvl w:val="0"/>
          <w:numId w:val="27"/>
        </w:numPr>
        <w:jc w:val="both"/>
        <w:rPr>
          <w:b/>
        </w:rPr>
      </w:pPr>
      <w:r w:rsidRPr="00095E3F">
        <w:t>É</w:t>
      </w:r>
      <w:r w:rsidR="00CA6371" w:rsidRPr="00095E3F">
        <w:t>rtékesíti</w:t>
      </w:r>
      <w:r w:rsidR="00585D5E" w:rsidRPr="00095E3F">
        <w:t xml:space="preserve"> </w:t>
      </w:r>
      <w:r w:rsidR="00DE58AB">
        <w:t>Szabó József és neje</w:t>
      </w:r>
      <w:r w:rsidR="002F201E" w:rsidRPr="00095E3F">
        <w:t xml:space="preserve"> </w:t>
      </w:r>
      <w:r w:rsidRPr="00095E3F">
        <w:t xml:space="preserve">részére a </w:t>
      </w:r>
      <w:r w:rsidR="0086717F" w:rsidRPr="00095E3F">
        <w:t xml:space="preserve">Cegléd Város Önkormányzatának </w:t>
      </w:r>
      <w:r w:rsidR="004058C9" w:rsidRPr="00095E3F">
        <w:t xml:space="preserve">kizárólagos </w:t>
      </w:r>
      <w:r w:rsidR="0086717F" w:rsidRPr="00095E3F">
        <w:t xml:space="preserve">tulajdonában lévő </w:t>
      </w:r>
      <w:r w:rsidR="00A12A07" w:rsidRPr="00095E3F">
        <w:t>Cegléd, belterület</w:t>
      </w:r>
      <w:r w:rsidR="00FB0AB1" w:rsidRPr="00095E3F">
        <w:t>i</w:t>
      </w:r>
      <w:r w:rsidR="00CE22CF" w:rsidRPr="00095E3F">
        <w:t>,</w:t>
      </w:r>
      <w:r w:rsidR="003224DC" w:rsidRPr="00095E3F">
        <w:t xml:space="preserve"> </w:t>
      </w:r>
      <w:r w:rsidR="00AB50CD" w:rsidRPr="00095E3F">
        <w:t>„</w:t>
      </w:r>
      <w:r w:rsidR="003224DC" w:rsidRPr="00095E3F">
        <w:t>kivett beépítetlen terület</w:t>
      </w:r>
      <w:r w:rsidR="00AB50CD" w:rsidRPr="00095E3F">
        <w:t>”</w:t>
      </w:r>
      <w:r w:rsidR="003224DC" w:rsidRPr="00095E3F">
        <w:t xml:space="preserve"> </w:t>
      </w:r>
      <w:r w:rsidR="00A12A07" w:rsidRPr="00095E3F">
        <w:t xml:space="preserve">megnevezésű, </w:t>
      </w:r>
      <w:r w:rsidRPr="00095E3F">
        <w:t>alább</w:t>
      </w:r>
      <w:r w:rsidR="00CA7D3A">
        <w:t>i</w:t>
      </w:r>
      <w:r w:rsidRPr="00095E3F">
        <w:rPr>
          <w:b/>
        </w:rPr>
        <w:t xml:space="preserve"> </w:t>
      </w:r>
      <w:r w:rsidR="00A12A07" w:rsidRPr="00095E3F">
        <w:t>ingatlan</w:t>
      </w:r>
      <w:r w:rsidRPr="00095E3F">
        <w:t xml:space="preserve">t </w:t>
      </w:r>
      <w:r w:rsidR="004058C9" w:rsidRPr="00095E3F">
        <w:t xml:space="preserve">a </w:t>
      </w:r>
      <w:r w:rsidRPr="00095E3F">
        <w:t>következő vételár</w:t>
      </w:r>
      <w:r w:rsidR="00611143" w:rsidRPr="00095E3F">
        <w:t>o</w:t>
      </w:r>
      <w:r w:rsidR="004058C9" w:rsidRPr="00095E3F">
        <w:t>n:</w:t>
      </w:r>
    </w:p>
    <w:tbl>
      <w:tblPr>
        <w:tblStyle w:val="Rcsostblzat"/>
        <w:tblW w:w="4096" w:type="dxa"/>
        <w:jc w:val="center"/>
        <w:tblLook w:val="04A0" w:firstRow="1" w:lastRow="0" w:firstColumn="1" w:lastColumn="0" w:noHBand="0" w:noVBand="1"/>
      </w:tblPr>
      <w:tblGrid>
        <w:gridCol w:w="1177"/>
        <w:gridCol w:w="1057"/>
        <w:gridCol w:w="1862"/>
      </w:tblGrid>
      <w:tr w:rsidR="00B85F27" w:rsidRPr="00095E3F" w14:paraId="5489D36C" w14:textId="77777777" w:rsidTr="00DE58AB">
        <w:trPr>
          <w:jc w:val="center"/>
        </w:trPr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</w:tcPr>
          <w:p w14:paraId="46CA93E5" w14:textId="77777777" w:rsidR="00B85F27" w:rsidRPr="00095E3F" w:rsidRDefault="00B85F27" w:rsidP="00095E3F">
            <w:pPr>
              <w:jc w:val="center"/>
              <w:rPr>
                <w:b/>
              </w:rPr>
            </w:pPr>
            <w:r w:rsidRPr="00095E3F">
              <w:rPr>
                <w:b/>
              </w:rPr>
              <w:t>Helyrajzi szám</w:t>
            </w:r>
          </w:p>
        </w:tc>
        <w:tc>
          <w:tcPr>
            <w:tcW w:w="1057" w:type="dxa"/>
            <w:tcBorders>
              <w:top w:val="single" w:sz="12" w:space="0" w:color="auto"/>
              <w:bottom w:val="single" w:sz="18" w:space="0" w:color="auto"/>
            </w:tcBorders>
          </w:tcPr>
          <w:p w14:paraId="64988FA1" w14:textId="77777777" w:rsidR="00B85F27" w:rsidRPr="00095E3F" w:rsidRDefault="00B85F27" w:rsidP="00095E3F">
            <w:pPr>
              <w:jc w:val="center"/>
              <w:rPr>
                <w:b/>
              </w:rPr>
            </w:pPr>
            <w:r w:rsidRPr="00095E3F">
              <w:rPr>
                <w:b/>
              </w:rPr>
              <w:t>ingatlan méret (m</w:t>
            </w:r>
            <w:r w:rsidRPr="00095E3F">
              <w:rPr>
                <w:b/>
                <w:vertAlign w:val="superscript"/>
              </w:rPr>
              <w:t>2</w:t>
            </w:r>
            <w:r w:rsidRPr="00095E3F">
              <w:rPr>
                <w:b/>
              </w:rPr>
              <w:t>)</w:t>
            </w:r>
          </w:p>
        </w:tc>
        <w:tc>
          <w:tcPr>
            <w:tcW w:w="1862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24C4F44" w14:textId="78F6816D" w:rsidR="00B85F27" w:rsidRPr="00095E3F" w:rsidRDefault="00B85F27" w:rsidP="00095E3F">
            <w:pPr>
              <w:jc w:val="center"/>
              <w:rPr>
                <w:b/>
              </w:rPr>
            </w:pPr>
            <w:r w:rsidRPr="00095E3F">
              <w:rPr>
                <w:b/>
              </w:rPr>
              <w:t>Bruttó vételár (Ft)</w:t>
            </w:r>
          </w:p>
        </w:tc>
      </w:tr>
      <w:tr w:rsidR="00B85F27" w:rsidRPr="00095E3F" w14:paraId="7829A7EB" w14:textId="77777777" w:rsidTr="00DE58AB">
        <w:trPr>
          <w:jc w:val="center"/>
        </w:trPr>
        <w:tc>
          <w:tcPr>
            <w:tcW w:w="1177" w:type="dxa"/>
            <w:tcBorders>
              <w:left w:val="single" w:sz="12" w:space="0" w:color="auto"/>
            </w:tcBorders>
          </w:tcPr>
          <w:p w14:paraId="4680A968" w14:textId="3ED0EE31" w:rsidR="00B85F27" w:rsidRPr="00095E3F" w:rsidRDefault="000D2854" w:rsidP="00095E3F">
            <w:pPr>
              <w:jc w:val="center"/>
            </w:pPr>
            <w:r>
              <w:t>4221/2</w:t>
            </w:r>
          </w:p>
        </w:tc>
        <w:tc>
          <w:tcPr>
            <w:tcW w:w="1057" w:type="dxa"/>
          </w:tcPr>
          <w:p w14:paraId="50EFC615" w14:textId="5FB0A660" w:rsidR="00B85F27" w:rsidRPr="00095E3F" w:rsidRDefault="000D2854" w:rsidP="00095E3F">
            <w:pPr>
              <w:jc w:val="center"/>
            </w:pPr>
            <w:r>
              <w:t>2567</w:t>
            </w:r>
          </w:p>
        </w:tc>
        <w:tc>
          <w:tcPr>
            <w:tcW w:w="1862" w:type="dxa"/>
            <w:tcBorders>
              <w:right w:val="single" w:sz="12" w:space="0" w:color="auto"/>
            </w:tcBorders>
          </w:tcPr>
          <w:p w14:paraId="46CD7B80" w14:textId="146ABF57" w:rsidR="00095E3F" w:rsidRPr="00095E3F" w:rsidRDefault="005550F8" w:rsidP="00095E3F">
            <w:pPr>
              <w:jc w:val="both"/>
            </w:pPr>
            <w:r>
              <w:t>14.055.000</w:t>
            </w:r>
            <w:r w:rsidR="00095E3F" w:rsidRPr="00095E3F">
              <w:t>,-Ft</w:t>
            </w:r>
          </w:p>
          <w:p w14:paraId="7C30D35E" w14:textId="2DD70548" w:rsidR="00B85F27" w:rsidRPr="00095E3F" w:rsidRDefault="00B85F27" w:rsidP="00095E3F">
            <w:pPr>
              <w:jc w:val="center"/>
            </w:pPr>
          </w:p>
        </w:tc>
      </w:tr>
    </w:tbl>
    <w:p w14:paraId="6969B482" w14:textId="1ED1AC1E" w:rsidR="004E3604" w:rsidRPr="00095E3F" w:rsidRDefault="00B85F27" w:rsidP="000D2854">
      <w:pPr>
        <w:pStyle w:val="Listaszerbekezds"/>
        <w:numPr>
          <w:ilvl w:val="0"/>
          <w:numId w:val="27"/>
        </w:numPr>
        <w:jc w:val="both"/>
      </w:pPr>
      <w:r w:rsidRPr="00095E3F">
        <w:t>F</w:t>
      </w:r>
      <w:r w:rsidR="001346F7" w:rsidRPr="00095E3F">
        <w:t xml:space="preserve">elhatalmazza a </w:t>
      </w:r>
      <w:r w:rsidR="00C22E0A" w:rsidRPr="00095E3F">
        <w:t>p</w:t>
      </w:r>
      <w:r w:rsidR="001346F7" w:rsidRPr="00095E3F">
        <w:t xml:space="preserve">olgármestert az adásvételi szerződés </w:t>
      </w:r>
      <w:r w:rsidR="004002C3" w:rsidRPr="00095E3F">
        <w:t xml:space="preserve">és a kapcsolódó dokumentumok </w:t>
      </w:r>
      <w:r w:rsidR="001346F7" w:rsidRPr="00095E3F">
        <w:t>aláírására</w:t>
      </w:r>
      <w:r w:rsidR="00D051F3">
        <w:rPr>
          <w:sz w:val="23"/>
          <w:szCs w:val="23"/>
        </w:rPr>
        <w:t>, azzal, hogy az adásvételi szerződésben két részletben történő fizetést (12.055.000,-Ft a szerződés aláírásakor, 2.000.000,-Ft 2027.06.30. napjáig) engedélyez.</w:t>
      </w:r>
    </w:p>
    <w:p w14:paraId="223E1C88" w14:textId="78423616" w:rsidR="00E83C5A" w:rsidRPr="00095E3F" w:rsidRDefault="00B85F27" w:rsidP="002F201E">
      <w:pPr>
        <w:numPr>
          <w:ilvl w:val="0"/>
          <w:numId w:val="27"/>
        </w:numPr>
        <w:suppressAutoHyphens/>
        <w:jc w:val="both"/>
      </w:pPr>
      <w:r w:rsidRPr="00095E3F">
        <w:t>U</w:t>
      </w:r>
      <w:r w:rsidR="001346F7" w:rsidRPr="00095E3F">
        <w:t>tasítja a VÁRVAG Nonprofit Kft-t a szükséges intézkedések megtételére</w:t>
      </w:r>
      <w:r w:rsidR="00F87555" w:rsidRPr="00095E3F">
        <w:t>.</w:t>
      </w:r>
    </w:p>
    <w:p w14:paraId="43D95231" w14:textId="77777777" w:rsidR="0086717F" w:rsidRPr="00095E3F" w:rsidRDefault="0086717F" w:rsidP="00095E3F">
      <w:pPr>
        <w:suppressAutoHyphens/>
        <w:jc w:val="both"/>
      </w:pPr>
    </w:p>
    <w:p w14:paraId="0332F1E7" w14:textId="77777777" w:rsidR="00E83C5A" w:rsidRPr="00095E3F" w:rsidRDefault="00E83C5A" w:rsidP="00095E3F">
      <w:pPr>
        <w:tabs>
          <w:tab w:val="right" w:pos="9356"/>
        </w:tabs>
        <w:jc w:val="both"/>
      </w:pPr>
      <w:r w:rsidRPr="00095E3F">
        <w:rPr>
          <w:b/>
          <w:u w:val="single"/>
        </w:rPr>
        <w:t>Határidő:</w:t>
      </w:r>
      <w:r w:rsidRPr="00095E3F">
        <w:t xml:space="preserve"> </w:t>
      </w:r>
      <w:r w:rsidR="001346F7" w:rsidRPr="00095E3F">
        <w:t>azonnal</w:t>
      </w:r>
      <w:r w:rsidRPr="00095E3F">
        <w:tab/>
      </w:r>
      <w:proofErr w:type="gramStart"/>
      <w:r w:rsidRPr="00095E3F">
        <w:rPr>
          <w:b/>
          <w:u w:val="single"/>
        </w:rPr>
        <w:t>Felelős:</w:t>
      </w:r>
      <w:r w:rsidR="00756DAC" w:rsidRPr="00095E3F">
        <w:t xml:space="preserve">  </w:t>
      </w:r>
      <w:r w:rsidR="00AB1E4E" w:rsidRPr="00095E3F">
        <w:t xml:space="preserve"> </w:t>
      </w:r>
      <w:proofErr w:type="gramEnd"/>
      <w:r w:rsidR="00AB1E4E" w:rsidRPr="00095E3F">
        <w:t>Dr. Csáky András</w:t>
      </w:r>
      <w:r w:rsidR="00D46B0D" w:rsidRPr="00095E3F">
        <w:t xml:space="preserve"> </w:t>
      </w:r>
      <w:r w:rsidRPr="00095E3F">
        <w:t>polgármester</w:t>
      </w:r>
    </w:p>
    <w:p w14:paraId="5476E510" w14:textId="70493563" w:rsidR="00F86FF1" w:rsidRDefault="00F86FF1" w:rsidP="00095E3F">
      <w:pPr>
        <w:jc w:val="both"/>
        <w:rPr>
          <w:b/>
        </w:rPr>
      </w:pPr>
    </w:p>
    <w:p w14:paraId="703E6EDA" w14:textId="7FC1C2D4" w:rsidR="00F56F5E" w:rsidRPr="00095E3F" w:rsidRDefault="00F56F5E" w:rsidP="00095E3F">
      <w:pPr>
        <w:jc w:val="both"/>
        <w:rPr>
          <w:b/>
        </w:rPr>
      </w:pPr>
      <w:r w:rsidRPr="00095E3F">
        <w:rPr>
          <w:b/>
        </w:rPr>
        <w:t>A határozatot kapják:</w:t>
      </w:r>
    </w:p>
    <w:p w14:paraId="7CC01FBB" w14:textId="77777777" w:rsidR="00C96698" w:rsidRDefault="00F56F5E" w:rsidP="00095E3F">
      <w:pPr>
        <w:jc w:val="both"/>
      </w:pPr>
      <w:r w:rsidRPr="00095E3F">
        <w:t>1. VÁRVAG Nonprofit Kft. Mótyán Krisztián ügyvezető</w:t>
      </w:r>
      <w:r w:rsidR="004058C9" w:rsidRPr="00095E3F">
        <w:t>,</w:t>
      </w:r>
      <w:r w:rsidRPr="00095E3F">
        <w:t xml:space="preserve"> </w:t>
      </w:r>
      <w:r w:rsidR="00221839" w:rsidRPr="00095E3F">
        <w:t>és</w:t>
      </w:r>
      <w:r w:rsidR="00AB50CD" w:rsidRPr="00095E3F">
        <w:t xml:space="preserve"> általa: </w:t>
      </w:r>
      <w:r w:rsidR="00E32C5B" w:rsidRPr="00095E3F">
        <w:t>pályázó</w:t>
      </w:r>
    </w:p>
    <w:p w14:paraId="0C77D5FF" w14:textId="1172D0C7" w:rsidR="00F56F5E" w:rsidRPr="00095E3F" w:rsidRDefault="00F56F5E" w:rsidP="00095E3F">
      <w:pPr>
        <w:jc w:val="both"/>
      </w:pPr>
      <w:r w:rsidRPr="00095E3F">
        <w:t xml:space="preserve">2. Ceglédi Közös Önkormányzati Hivatal </w:t>
      </w:r>
      <w:r w:rsidR="00AB50CD" w:rsidRPr="00095E3F">
        <w:t>Beruházási és Közbiztonsági Iroda</w:t>
      </w:r>
      <w:r w:rsidRPr="00095E3F">
        <w:t xml:space="preserve"> (vagyonkataszter)</w:t>
      </w:r>
    </w:p>
    <w:p w14:paraId="6C593E4C" w14:textId="1AAFCFDD" w:rsidR="00F56F5E" w:rsidRPr="00095E3F" w:rsidRDefault="00F56F5E" w:rsidP="00095E3F">
      <w:pPr>
        <w:jc w:val="both"/>
      </w:pPr>
      <w:r w:rsidRPr="00095E3F">
        <w:t>3. Ceglédi Közös Önkormányzati Hivatal (térinformatika)</w:t>
      </w:r>
    </w:p>
    <w:p w14:paraId="1CA9A36A" w14:textId="5AD2B144" w:rsidR="00861683" w:rsidRPr="00095E3F" w:rsidRDefault="00861683" w:rsidP="00095E3F">
      <w:pPr>
        <w:jc w:val="both"/>
      </w:pPr>
      <w:r w:rsidRPr="00095E3F">
        <w:t>4. Ceglédi Közös Önkormányzati Hivatal Pénzügyi Iroda</w:t>
      </w:r>
    </w:p>
    <w:p w14:paraId="36B7DF53" w14:textId="489D8699" w:rsidR="00F56F5E" w:rsidRPr="00095E3F" w:rsidRDefault="00861683" w:rsidP="00095E3F">
      <w:pPr>
        <w:jc w:val="both"/>
      </w:pPr>
      <w:r w:rsidRPr="00095E3F">
        <w:t>5</w:t>
      </w:r>
      <w:r w:rsidR="00F56F5E" w:rsidRPr="00095E3F">
        <w:t>. Irattár</w:t>
      </w:r>
    </w:p>
    <w:p w14:paraId="69FEC092" w14:textId="7A461045" w:rsidR="00861F89" w:rsidRDefault="00861F89" w:rsidP="00095E3F">
      <w:pPr>
        <w:jc w:val="both"/>
        <w:rPr>
          <w:b/>
          <w:u w:val="single"/>
        </w:rPr>
      </w:pPr>
    </w:p>
    <w:p w14:paraId="478AA85D" w14:textId="648C0092" w:rsidR="00D9318B" w:rsidRPr="00095E3F" w:rsidRDefault="000C52F1" w:rsidP="00095E3F">
      <w:pPr>
        <w:jc w:val="both"/>
        <w:rPr>
          <w:b/>
          <w:u w:val="single"/>
        </w:rPr>
      </w:pPr>
      <w:r w:rsidRPr="00095E3F">
        <w:rPr>
          <w:b/>
          <w:u w:val="single"/>
        </w:rPr>
        <w:t>Az előterjesztést l</w:t>
      </w:r>
      <w:r w:rsidR="00D9318B" w:rsidRPr="00095E3F">
        <w:rPr>
          <w:b/>
          <w:u w:val="single"/>
        </w:rPr>
        <w:t>átta</w:t>
      </w:r>
      <w:r w:rsidR="003224DC" w:rsidRPr="00095E3F">
        <w:rPr>
          <w:b/>
          <w:u w:val="single"/>
        </w:rPr>
        <w:t>m</w:t>
      </w:r>
      <w:r w:rsidR="00D9318B" w:rsidRPr="00095E3F">
        <w:rPr>
          <w:b/>
          <w:u w:val="single"/>
        </w:rPr>
        <w:t>:</w:t>
      </w:r>
    </w:p>
    <w:p w14:paraId="3ADD1814" w14:textId="77777777" w:rsidR="00E7261D" w:rsidRDefault="00E7261D" w:rsidP="00095E3F">
      <w:pPr>
        <w:tabs>
          <w:tab w:val="left" w:pos="2694"/>
        </w:tabs>
        <w:jc w:val="both"/>
      </w:pPr>
    </w:p>
    <w:p w14:paraId="2E93D43A" w14:textId="25B5647F" w:rsidR="00861F89" w:rsidRDefault="00956DED" w:rsidP="00095E3F">
      <w:pPr>
        <w:tabs>
          <w:tab w:val="left" w:pos="2694"/>
        </w:tabs>
        <w:jc w:val="both"/>
      </w:pPr>
      <w:r w:rsidRPr="00095E3F">
        <w:tab/>
      </w:r>
    </w:p>
    <w:p w14:paraId="417D6EA9" w14:textId="77777777" w:rsidR="005550F8" w:rsidRDefault="00D9318B" w:rsidP="00095E3F">
      <w:pPr>
        <w:tabs>
          <w:tab w:val="left" w:pos="2694"/>
        </w:tabs>
        <w:jc w:val="both"/>
      </w:pPr>
      <w:r w:rsidRPr="00095E3F">
        <w:t>Dr. Diósgyőri Gitta</w:t>
      </w:r>
      <w:r w:rsidR="00095E3F">
        <w:t xml:space="preserve"> </w:t>
      </w:r>
    </w:p>
    <w:p w14:paraId="23DF0AD8" w14:textId="5B86126B" w:rsidR="00D9318B" w:rsidRPr="00095E3F" w:rsidRDefault="00D73495" w:rsidP="00095E3F">
      <w:pPr>
        <w:tabs>
          <w:tab w:val="left" w:pos="2694"/>
        </w:tabs>
        <w:jc w:val="both"/>
      </w:pPr>
      <w:r w:rsidRPr="00095E3F">
        <w:t>címzetes főjegyző</w:t>
      </w:r>
    </w:p>
    <w:sectPr w:rsidR="00D9318B" w:rsidRPr="00095E3F" w:rsidSect="00956DED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187F1" w14:textId="77777777" w:rsidR="00447B3B" w:rsidRDefault="00447B3B">
      <w:r>
        <w:separator/>
      </w:r>
    </w:p>
  </w:endnote>
  <w:endnote w:type="continuationSeparator" w:id="0">
    <w:p w14:paraId="0DCC7EC4" w14:textId="77777777" w:rsidR="00447B3B" w:rsidRDefault="0044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4658272"/>
      <w:docPartObj>
        <w:docPartGallery w:val="Page Numbers (Bottom of Page)"/>
        <w:docPartUnique/>
      </w:docPartObj>
    </w:sdtPr>
    <w:sdtEndPr/>
    <w:sdtContent>
      <w:p w14:paraId="0F2B9316" w14:textId="77777777" w:rsidR="00CE22CF" w:rsidRDefault="00CE22C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15D">
          <w:rPr>
            <w:noProof/>
          </w:rPr>
          <w:t>2</w:t>
        </w:r>
        <w:r>
          <w:fldChar w:fldCharType="end"/>
        </w:r>
      </w:p>
    </w:sdtContent>
  </w:sdt>
  <w:p w14:paraId="15B6681F" w14:textId="77777777" w:rsidR="006F7BEB" w:rsidRDefault="006F7BEB" w:rsidP="00CE22CF">
    <w:pPr>
      <w:pStyle w:val="llb"/>
      <w:pBdr>
        <w:top w:val="single" w:sz="4" w:space="1" w:color="auto"/>
      </w:pBdr>
      <w:tabs>
        <w:tab w:val="left" w:pos="300"/>
        <w:tab w:val="right" w:pos="94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0BD1E" w14:textId="77777777" w:rsidR="00447B3B" w:rsidRDefault="00447B3B">
      <w:r>
        <w:separator/>
      </w:r>
    </w:p>
  </w:footnote>
  <w:footnote w:type="continuationSeparator" w:id="0">
    <w:p w14:paraId="0A46C6E1" w14:textId="77777777" w:rsidR="00447B3B" w:rsidRDefault="00447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30535"/>
    <w:multiLevelType w:val="hybridMultilevel"/>
    <w:tmpl w:val="B71C2380"/>
    <w:lvl w:ilvl="0" w:tplc="5C3AB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E7452"/>
    <w:multiLevelType w:val="hybridMultilevel"/>
    <w:tmpl w:val="64F80EEC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001F4"/>
    <w:multiLevelType w:val="hybridMultilevel"/>
    <w:tmpl w:val="EB8AAD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36603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024368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D4249C"/>
    <w:multiLevelType w:val="hybridMultilevel"/>
    <w:tmpl w:val="017EB020"/>
    <w:lvl w:ilvl="0" w:tplc="5C3AB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C612FD"/>
    <w:multiLevelType w:val="hybridMultilevel"/>
    <w:tmpl w:val="5C3CC71C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5"/>
  </w:num>
  <w:num w:numId="7">
    <w:abstractNumId w:val="22"/>
  </w:num>
  <w:num w:numId="8">
    <w:abstractNumId w:val="27"/>
  </w:num>
  <w:num w:numId="9">
    <w:abstractNumId w:val="12"/>
  </w:num>
  <w:num w:numId="10">
    <w:abstractNumId w:val="8"/>
  </w:num>
  <w:num w:numId="11">
    <w:abstractNumId w:val="16"/>
  </w:num>
  <w:num w:numId="12">
    <w:abstractNumId w:val="24"/>
  </w:num>
  <w:num w:numId="13">
    <w:abstractNumId w:val="13"/>
  </w:num>
  <w:num w:numId="14">
    <w:abstractNumId w:val="30"/>
  </w:num>
  <w:num w:numId="15">
    <w:abstractNumId w:val="29"/>
  </w:num>
  <w:num w:numId="16">
    <w:abstractNumId w:val="11"/>
  </w:num>
  <w:num w:numId="17">
    <w:abstractNumId w:val="20"/>
  </w:num>
  <w:num w:numId="18">
    <w:abstractNumId w:val="4"/>
  </w:num>
  <w:num w:numId="19">
    <w:abstractNumId w:val="14"/>
  </w:num>
  <w:num w:numId="20">
    <w:abstractNumId w:val="6"/>
  </w:num>
  <w:num w:numId="21">
    <w:abstractNumId w:val="2"/>
  </w:num>
  <w:num w:numId="22">
    <w:abstractNumId w:val="18"/>
  </w:num>
  <w:num w:numId="23">
    <w:abstractNumId w:val="17"/>
  </w:num>
  <w:num w:numId="24">
    <w:abstractNumId w:val="5"/>
  </w:num>
  <w:num w:numId="25">
    <w:abstractNumId w:val="19"/>
  </w:num>
  <w:num w:numId="26">
    <w:abstractNumId w:val="28"/>
  </w:num>
  <w:num w:numId="27">
    <w:abstractNumId w:val="23"/>
  </w:num>
  <w:num w:numId="28">
    <w:abstractNumId w:val="21"/>
  </w:num>
  <w:num w:numId="29">
    <w:abstractNumId w:val="10"/>
  </w:num>
  <w:num w:numId="30">
    <w:abstractNumId w:val="7"/>
  </w:num>
  <w:num w:numId="31">
    <w:abstractNumId w:val="26"/>
  </w:num>
  <w:num w:numId="32">
    <w:abstractNumId w:val="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10607"/>
    <w:rsid w:val="00011603"/>
    <w:rsid w:val="00011697"/>
    <w:rsid w:val="00017331"/>
    <w:rsid w:val="0002357F"/>
    <w:rsid w:val="00026985"/>
    <w:rsid w:val="00026F8D"/>
    <w:rsid w:val="00030171"/>
    <w:rsid w:val="00034CDE"/>
    <w:rsid w:val="0004223D"/>
    <w:rsid w:val="000441A8"/>
    <w:rsid w:val="0005087B"/>
    <w:rsid w:val="000513D2"/>
    <w:rsid w:val="000534D6"/>
    <w:rsid w:val="000567F5"/>
    <w:rsid w:val="00057772"/>
    <w:rsid w:val="00060792"/>
    <w:rsid w:val="00060E2F"/>
    <w:rsid w:val="00064345"/>
    <w:rsid w:val="0006463F"/>
    <w:rsid w:val="0006580B"/>
    <w:rsid w:val="00065C45"/>
    <w:rsid w:val="00071CE2"/>
    <w:rsid w:val="0007288D"/>
    <w:rsid w:val="00077FD9"/>
    <w:rsid w:val="00081EE5"/>
    <w:rsid w:val="000927F9"/>
    <w:rsid w:val="0009281E"/>
    <w:rsid w:val="00095B51"/>
    <w:rsid w:val="00095E3F"/>
    <w:rsid w:val="000960ED"/>
    <w:rsid w:val="00097F92"/>
    <w:rsid w:val="000A12F0"/>
    <w:rsid w:val="000A70D1"/>
    <w:rsid w:val="000B6FFE"/>
    <w:rsid w:val="000C1E54"/>
    <w:rsid w:val="000C52F1"/>
    <w:rsid w:val="000C5602"/>
    <w:rsid w:val="000D2854"/>
    <w:rsid w:val="000E06B0"/>
    <w:rsid w:val="000E43AB"/>
    <w:rsid w:val="000F07DC"/>
    <w:rsid w:val="000F28C1"/>
    <w:rsid w:val="000F3089"/>
    <w:rsid w:val="000F39CD"/>
    <w:rsid w:val="000F5E86"/>
    <w:rsid w:val="001011E8"/>
    <w:rsid w:val="00101586"/>
    <w:rsid w:val="0010277D"/>
    <w:rsid w:val="001051D1"/>
    <w:rsid w:val="00105764"/>
    <w:rsid w:val="00113848"/>
    <w:rsid w:val="0011593B"/>
    <w:rsid w:val="00117554"/>
    <w:rsid w:val="00123A63"/>
    <w:rsid w:val="001324CA"/>
    <w:rsid w:val="001328EC"/>
    <w:rsid w:val="00133B43"/>
    <w:rsid w:val="001346F7"/>
    <w:rsid w:val="00143DB0"/>
    <w:rsid w:val="001468FC"/>
    <w:rsid w:val="001471B5"/>
    <w:rsid w:val="00154027"/>
    <w:rsid w:val="0015443C"/>
    <w:rsid w:val="0015448B"/>
    <w:rsid w:val="0015455A"/>
    <w:rsid w:val="0015462A"/>
    <w:rsid w:val="00171542"/>
    <w:rsid w:val="00175161"/>
    <w:rsid w:val="00184458"/>
    <w:rsid w:val="0018554B"/>
    <w:rsid w:val="00185EB5"/>
    <w:rsid w:val="00193733"/>
    <w:rsid w:val="001956A8"/>
    <w:rsid w:val="001979A6"/>
    <w:rsid w:val="001A2E6A"/>
    <w:rsid w:val="001A6259"/>
    <w:rsid w:val="001B6F03"/>
    <w:rsid w:val="001B7DEA"/>
    <w:rsid w:val="001C0A2D"/>
    <w:rsid w:val="001C2C0F"/>
    <w:rsid w:val="001C76AB"/>
    <w:rsid w:val="001D0221"/>
    <w:rsid w:val="001D044E"/>
    <w:rsid w:val="001E4EB6"/>
    <w:rsid w:val="001F1710"/>
    <w:rsid w:val="001F3DB4"/>
    <w:rsid w:val="001F44F5"/>
    <w:rsid w:val="002020FF"/>
    <w:rsid w:val="0020628F"/>
    <w:rsid w:val="002066DD"/>
    <w:rsid w:val="00210567"/>
    <w:rsid w:val="00210C72"/>
    <w:rsid w:val="0021316F"/>
    <w:rsid w:val="0021438F"/>
    <w:rsid w:val="00216FE9"/>
    <w:rsid w:val="002177FC"/>
    <w:rsid w:val="002214B2"/>
    <w:rsid w:val="00221839"/>
    <w:rsid w:val="00222EC7"/>
    <w:rsid w:val="00222FC7"/>
    <w:rsid w:val="00224677"/>
    <w:rsid w:val="0022499B"/>
    <w:rsid w:val="0023451B"/>
    <w:rsid w:val="00234876"/>
    <w:rsid w:val="00241319"/>
    <w:rsid w:val="00241B13"/>
    <w:rsid w:val="00247812"/>
    <w:rsid w:val="00247BEA"/>
    <w:rsid w:val="00256534"/>
    <w:rsid w:val="0025703C"/>
    <w:rsid w:val="002626A9"/>
    <w:rsid w:val="0026277A"/>
    <w:rsid w:val="00262D41"/>
    <w:rsid w:val="0026438E"/>
    <w:rsid w:val="0026538D"/>
    <w:rsid w:val="0028015D"/>
    <w:rsid w:val="00285D36"/>
    <w:rsid w:val="0028622D"/>
    <w:rsid w:val="002A69F6"/>
    <w:rsid w:val="002A7AF3"/>
    <w:rsid w:val="002B3AC5"/>
    <w:rsid w:val="002B507B"/>
    <w:rsid w:val="002B5AD4"/>
    <w:rsid w:val="002B6DC5"/>
    <w:rsid w:val="002B7C67"/>
    <w:rsid w:val="002C1F3B"/>
    <w:rsid w:val="002C1F66"/>
    <w:rsid w:val="002C2618"/>
    <w:rsid w:val="002D5F71"/>
    <w:rsid w:val="002D700A"/>
    <w:rsid w:val="002D71AE"/>
    <w:rsid w:val="002E2BD4"/>
    <w:rsid w:val="002E4D0F"/>
    <w:rsid w:val="002E4F58"/>
    <w:rsid w:val="002E5E24"/>
    <w:rsid w:val="002F1C60"/>
    <w:rsid w:val="002F201E"/>
    <w:rsid w:val="002F5401"/>
    <w:rsid w:val="003008F3"/>
    <w:rsid w:val="00302874"/>
    <w:rsid w:val="003149FE"/>
    <w:rsid w:val="003151CA"/>
    <w:rsid w:val="003158C5"/>
    <w:rsid w:val="00315D49"/>
    <w:rsid w:val="00315D65"/>
    <w:rsid w:val="00320FA8"/>
    <w:rsid w:val="0032217B"/>
    <w:rsid w:val="003224DC"/>
    <w:rsid w:val="00327326"/>
    <w:rsid w:val="00332635"/>
    <w:rsid w:val="00332927"/>
    <w:rsid w:val="00333BF5"/>
    <w:rsid w:val="0034669F"/>
    <w:rsid w:val="003473DC"/>
    <w:rsid w:val="00347A64"/>
    <w:rsid w:val="00354025"/>
    <w:rsid w:val="0035554A"/>
    <w:rsid w:val="00357B78"/>
    <w:rsid w:val="0036011A"/>
    <w:rsid w:val="0036126A"/>
    <w:rsid w:val="00367310"/>
    <w:rsid w:val="003675EF"/>
    <w:rsid w:val="00377BE8"/>
    <w:rsid w:val="00380B9B"/>
    <w:rsid w:val="00384C36"/>
    <w:rsid w:val="003863E0"/>
    <w:rsid w:val="00390C48"/>
    <w:rsid w:val="003A0640"/>
    <w:rsid w:val="003A4B43"/>
    <w:rsid w:val="003C646E"/>
    <w:rsid w:val="003D222F"/>
    <w:rsid w:val="003D408D"/>
    <w:rsid w:val="003E0A37"/>
    <w:rsid w:val="003E0AAE"/>
    <w:rsid w:val="003E6A2F"/>
    <w:rsid w:val="003F037A"/>
    <w:rsid w:val="003F0703"/>
    <w:rsid w:val="004002C3"/>
    <w:rsid w:val="00402CE3"/>
    <w:rsid w:val="004058C9"/>
    <w:rsid w:val="00405C0C"/>
    <w:rsid w:val="00405F4D"/>
    <w:rsid w:val="004065D2"/>
    <w:rsid w:val="00407044"/>
    <w:rsid w:val="00407B53"/>
    <w:rsid w:val="00410899"/>
    <w:rsid w:val="00412A0C"/>
    <w:rsid w:val="00412A2C"/>
    <w:rsid w:val="00414BF4"/>
    <w:rsid w:val="00420F15"/>
    <w:rsid w:val="004217AC"/>
    <w:rsid w:val="00421B5F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42AE8"/>
    <w:rsid w:val="00447B3B"/>
    <w:rsid w:val="00455CDD"/>
    <w:rsid w:val="00457132"/>
    <w:rsid w:val="00457FB8"/>
    <w:rsid w:val="004631EA"/>
    <w:rsid w:val="004770D9"/>
    <w:rsid w:val="00477135"/>
    <w:rsid w:val="004813B4"/>
    <w:rsid w:val="00483E86"/>
    <w:rsid w:val="00485491"/>
    <w:rsid w:val="00485911"/>
    <w:rsid w:val="00487369"/>
    <w:rsid w:val="0049015D"/>
    <w:rsid w:val="004921D9"/>
    <w:rsid w:val="00492833"/>
    <w:rsid w:val="004978D1"/>
    <w:rsid w:val="004A3B69"/>
    <w:rsid w:val="004A4729"/>
    <w:rsid w:val="004B28F2"/>
    <w:rsid w:val="004B2D3E"/>
    <w:rsid w:val="004B2FAA"/>
    <w:rsid w:val="004B47AB"/>
    <w:rsid w:val="004B7085"/>
    <w:rsid w:val="004C3BF5"/>
    <w:rsid w:val="004D0FD7"/>
    <w:rsid w:val="004D6F41"/>
    <w:rsid w:val="004E0C62"/>
    <w:rsid w:val="004E3604"/>
    <w:rsid w:val="004F44D7"/>
    <w:rsid w:val="004F69C3"/>
    <w:rsid w:val="004F7737"/>
    <w:rsid w:val="004F7A42"/>
    <w:rsid w:val="00503719"/>
    <w:rsid w:val="0051034E"/>
    <w:rsid w:val="00516249"/>
    <w:rsid w:val="00527126"/>
    <w:rsid w:val="005321A9"/>
    <w:rsid w:val="00533C2A"/>
    <w:rsid w:val="0054047D"/>
    <w:rsid w:val="00541F83"/>
    <w:rsid w:val="005445AE"/>
    <w:rsid w:val="00545D85"/>
    <w:rsid w:val="00545EA2"/>
    <w:rsid w:val="005460EE"/>
    <w:rsid w:val="00546445"/>
    <w:rsid w:val="00547728"/>
    <w:rsid w:val="005478E8"/>
    <w:rsid w:val="005550F8"/>
    <w:rsid w:val="00555E20"/>
    <w:rsid w:val="00561767"/>
    <w:rsid w:val="00561B4C"/>
    <w:rsid w:val="00561BC3"/>
    <w:rsid w:val="005628CE"/>
    <w:rsid w:val="0056648F"/>
    <w:rsid w:val="00566FF5"/>
    <w:rsid w:val="005701AB"/>
    <w:rsid w:val="005751B6"/>
    <w:rsid w:val="00577D43"/>
    <w:rsid w:val="00585D5E"/>
    <w:rsid w:val="00590B7A"/>
    <w:rsid w:val="00591C57"/>
    <w:rsid w:val="00592B81"/>
    <w:rsid w:val="00593268"/>
    <w:rsid w:val="005947E1"/>
    <w:rsid w:val="0059550B"/>
    <w:rsid w:val="005962BD"/>
    <w:rsid w:val="005A1FC2"/>
    <w:rsid w:val="005A37FB"/>
    <w:rsid w:val="005B049D"/>
    <w:rsid w:val="005B18B9"/>
    <w:rsid w:val="005B18C0"/>
    <w:rsid w:val="005B2660"/>
    <w:rsid w:val="005B5EAC"/>
    <w:rsid w:val="005C1002"/>
    <w:rsid w:val="005C1050"/>
    <w:rsid w:val="005C1128"/>
    <w:rsid w:val="005C1D65"/>
    <w:rsid w:val="005C57D6"/>
    <w:rsid w:val="005D4571"/>
    <w:rsid w:val="005E0EAD"/>
    <w:rsid w:val="005E3E45"/>
    <w:rsid w:val="005F1F30"/>
    <w:rsid w:val="005F4EF1"/>
    <w:rsid w:val="005F55F9"/>
    <w:rsid w:val="005F5846"/>
    <w:rsid w:val="00600EE2"/>
    <w:rsid w:val="00610D10"/>
    <w:rsid w:val="00611143"/>
    <w:rsid w:val="006155C2"/>
    <w:rsid w:val="00616882"/>
    <w:rsid w:val="00623E8B"/>
    <w:rsid w:val="006261F1"/>
    <w:rsid w:val="00630974"/>
    <w:rsid w:val="00630D0B"/>
    <w:rsid w:val="00632FAA"/>
    <w:rsid w:val="00635A78"/>
    <w:rsid w:val="006371E4"/>
    <w:rsid w:val="00647CFF"/>
    <w:rsid w:val="006553C7"/>
    <w:rsid w:val="006566D2"/>
    <w:rsid w:val="006630E0"/>
    <w:rsid w:val="006642BB"/>
    <w:rsid w:val="00666124"/>
    <w:rsid w:val="006661E6"/>
    <w:rsid w:val="00666616"/>
    <w:rsid w:val="00671380"/>
    <w:rsid w:val="006718AF"/>
    <w:rsid w:val="00672761"/>
    <w:rsid w:val="00672BFC"/>
    <w:rsid w:val="00680C7D"/>
    <w:rsid w:val="00681F67"/>
    <w:rsid w:val="00684778"/>
    <w:rsid w:val="00692751"/>
    <w:rsid w:val="00693242"/>
    <w:rsid w:val="00696247"/>
    <w:rsid w:val="006A43ED"/>
    <w:rsid w:val="006B0009"/>
    <w:rsid w:val="006B36E7"/>
    <w:rsid w:val="006B3B6B"/>
    <w:rsid w:val="006C1032"/>
    <w:rsid w:val="006C154F"/>
    <w:rsid w:val="006C3839"/>
    <w:rsid w:val="006C6E94"/>
    <w:rsid w:val="006E0EFB"/>
    <w:rsid w:val="006E308B"/>
    <w:rsid w:val="006E4C13"/>
    <w:rsid w:val="006E64AC"/>
    <w:rsid w:val="006E6B25"/>
    <w:rsid w:val="006F15DB"/>
    <w:rsid w:val="006F35C2"/>
    <w:rsid w:val="006F442A"/>
    <w:rsid w:val="006F551E"/>
    <w:rsid w:val="006F6F30"/>
    <w:rsid w:val="006F7BEB"/>
    <w:rsid w:val="006F7F8C"/>
    <w:rsid w:val="00702791"/>
    <w:rsid w:val="00712FBC"/>
    <w:rsid w:val="007209D4"/>
    <w:rsid w:val="00721F35"/>
    <w:rsid w:val="00722EBE"/>
    <w:rsid w:val="00725110"/>
    <w:rsid w:val="00725C78"/>
    <w:rsid w:val="00733497"/>
    <w:rsid w:val="00734B86"/>
    <w:rsid w:val="007365CE"/>
    <w:rsid w:val="00741025"/>
    <w:rsid w:val="0074680A"/>
    <w:rsid w:val="00747EDB"/>
    <w:rsid w:val="00750CB4"/>
    <w:rsid w:val="00752DE8"/>
    <w:rsid w:val="00755383"/>
    <w:rsid w:val="00756DAC"/>
    <w:rsid w:val="0076149F"/>
    <w:rsid w:val="007616D3"/>
    <w:rsid w:val="00761AF0"/>
    <w:rsid w:val="00770566"/>
    <w:rsid w:val="007718D2"/>
    <w:rsid w:val="0078033E"/>
    <w:rsid w:val="00784218"/>
    <w:rsid w:val="00785316"/>
    <w:rsid w:val="0079659F"/>
    <w:rsid w:val="007A11E3"/>
    <w:rsid w:val="007B4135"/>
    <w:rsid w:val="007C169E"/>
    <w:rsid w:val="007C7359"/>
    <w:rsid w:val="007D095D"/>
    <w:rsid w:val="007D486E"/>
    <w:rsid w:val="007E6E02"/>
    <w:rsid w:val="007F035A"/>
    <w:rsid w:val="007F4965"/>
    <w:rsid w:val="007F60B4"/>
    <w:rsid w:val="00801F1F"/>
    <w:rsid w:val="008063B7"/>
    <w:rsid w:val="008135F0"/>
    <w:rsid w:val="00820591"/>
    <w:rsid w:val="0082113A"/>
    <w:rsid w:val="00824FF7"/>
    <w:rsid w:val="008305EE"/>
    <w:rsid w:val="00830B4A"/>
    <w:rsid w:val="00835C0C"/>
    <w:rsid w:val="00837F11"/>
    <w:rsid w:val="00840918"/>
    <w:rsid w:val="00841C2C"/>
    <w:rsid w:val="00842754"/>
    <w:rsid w:val="00845857"/>
    <w:rsid w:val="00853C56"/>
    <w:rsid w:val="00861683"/>
    <w:rsid w:val="00861F89"/>
    <w:rsid w:val="00862CEC"/>
    <w:rsid w:val="0086717F"/>
    <w:rsid w:val="008679D2"/>
    <w:rsid w:val="00867C72"/>
    <w:rsid w:val="00871D21"/>
    <w:rsid w:val="00872021"/>
    <w:rsid w:val="00884126"/>
    <w:rsid w:val="0088549E"/>
    <w:rsid w:val="00885F8C"/>
    <w:rsid w:val="008869E4"/>
    <w:rsid w:val="008902BB"/>
    <w:rsid w:val="00890AA5"/>
    <w:rsid w:val="00893B4D"/>
    <w:rsid w:val="00894E7D"/>
    <w:rsid w:val="008B12B1"/>
    <w:rsid w:val="008B43FF"/>
    <w:rsid w:val="008B461C"/>
    <w:rsid w:val="008B743A"/>
    <w:rsid w:val="008C2B47"/>
    <w:rsid w:val="008C67DF"/>
    <w:rsid w:val="008C78E6"/>
    <w:rsid w:val="008D11DD"/>
    <w:rsid w:val="008D17FC"/>
    <w:rsid w:val="008D1BB1"/>
    <w:rsid w:val="008D496C"/>
    <w:rsid w:val="008D5781"/>
    <w:rsid w:val="008E2656"/>
    <w:rsid w:val="008E28B6"/>
    <w:rsid w:val="008E28D7"/>
    <w:rsid w:val="008E4D89"/>
    <w:rsid w:val="008E7917"/>
    <w:rsid w:val="008E7DA7"/>
    <w:rsid w:val="008F0E64"/>
    <w:rsid w:val="008F271D"/>
    <w:rsid w:val="008F5B20"/>
    <w:rsid w:val="008F5D04"/>
    <w:rsid w:val="008F6E49"/>
    <w:rsid w:val="00902BCA"/>
    <w:rsid w:val="009039A0"/>
    <w:rsid w:val="0090518F"/>
    <w:rsid w:val="009053F1"/>
    <w:rsid w:val="0091597C"/>
    <w:rsid w:val="0091615A"/>
    <w:rsid w:val="0091615E"/>
    <w:rsid w:val="009243F3"/>
    <w:rsid w:val="00930AA9"/>
    <w:rsid w:val="009343D0"/>
    <w:rsid w:val="00935947"/>
    <w:rsid w:val="00937B48"/>
    <w:rsid w:val="00941B3A"/>
    <w:rsid w:val="00945E06"/>
    <w:rsid w:val="00950FAB"/>
    <w:rsid w:val="00956DED"/>
    <w:rsid w:val="00960CEC"/>
    <w:rsid w:val="00962CE6"/>
    <w:rsid w:val="00964E4A"/>
    <w:rsid w:val="00966995"/>
    <w:rsid w:val="009738CE"/>
    <w:rsid w:val="009738DA"/>
    <w:rsid w:val="00973CA8"/>
    <w:rsid w:val="00974391"/>
    <w:rsid w:val="00975144"/>
    <w:rsid w:val="00977516"/>
    <w:rsid w:val="00981D83"/>
    <w:rsid w:val="00984556"/>
    <w:rsid w:val="00984D37"/>
    <w:rsid w:val="00985403"/>
    <w:rsid w:val="00985A9C"/>
    <w:rsid w:val="009873A5"/>
    <w:rsid w:val="009875BD"/>
    <w:rsid w:val="009914FC"/>
    <w:rsid w:val="009B2A0E"/>
    <w:rsid w:val="009B4B51"/>
    <w:rsid w:val="009B62E5"/>
    <w:rsid w:val="009C4DB2"/>
    <w:rsid w:val="009C624A"/>
    <w:rsid w:val="009D6FF3"/>
    <w:rsid w:val="009D7283"/>
    <w:rsid w:val="009E0B1D"/>
    <w:rsid w:val="009E1969"/>
    <w:rsid w:val="009E2023"/>
    <w:rsid w:val="009E2030"/>
    <w:rsid w:val="009E724C"/>
    <w:rsid w:val="009E7B88"/>
    <w:rsid w:val="009F1617"/>
    <w:rsid w:val="009F3392"/>
    <w:rsid w:val="00A0011C"/>
    <w:rsid w:val="00A07B8E"/>
    <w:rsid w:val="00A12A07"/>
    <w:rsid w:val="00A17895"/>
    <w:rsid w:val="00A204DE"/>
    <w:rsid w:val="00A22B9A"/>
    <w:rsid w:val="00A24CF0"/>
    <w:rsid w:val="00A27610"/>
    <w:rsid w:val="00A30819"/>
    <w:rsid w:val="00A30D38"/>
    <w:rsid w:val="00A36B43"/>
    <w:rsid w:val="00A40BC3"/>
    <w:rsid w:val="00A426AA"/>
    <w:rsid w:val="00A4274D"/>
    <w:rsid w:val="00A45D9B"/>
    <w:rsid w:val="00A50902"/>
    <w:rsid w:val="00A62A6C"/>
    <w:rsid w:val="00A645A6"/>
    <w:rsid w:val="00A651E7"/>
    <w:rsid w:val="00A65B08"/>
    <w:rsid w:val="00A71118"/>
    <w:rsid w:val="00A71364"/>
    <w:rsid w:val="00A72600"/>
    <w:rsid w:val="00A81E2D"/>
    <w:rsid w:val="00A81FF1"/>
    <w:rsid w:val="00A84C43"/>
    <w:rsid w:val="00A85FB2"/>
    <w:rsid w:val="00A86A5A"/>
    <w:rsid w:val="00A95697"/>
    <w:rsid w:val="00AA1D4D"/>
    <w:rsid w:val="00AA1DE0"/>
    <w:rsid w:val="00AA4EBC"/>
    <w:rsid w:val="00AB1E4E"/>
    <w:rsid w:val="00AB50CD"/>
    <w:rsid w:val="00AB6457"/>
    <w:rsid w:val="00AB6F45"/>
    <w:rsid w:val="00AC3A99"/>
    <w:rsid w:val="00AC52F1"/>
    <w:rsid w:val="00AC6834"/>
    <w:rsid w:val="00AC6E62"/>
    <w:rsid w:val="00AC7137"/>
    <w:rsid w:val="00AC755F"/>
    <w:rsid w:val="00AD0D5C"/>
    <w:rsid w:val="00AD2766"/>
    <w:rsid w:val="00AD6F6A"/>
    <w:rsid w:val="00AE176F"/>
    <w:rsid w:val="00AE577C"/>
    <w:rsid w:val="00AF0662"/>
    <w:rsid w:val="00AF435F"/>
    <w:rsid w:val="00AF4A2F"/>
    <w:rsid w:val="00B11FA2"/>
    <w:rsid w:val="00B12889"/>
    <w:rsid w:val="00B12C1B"/>
    <w:rsid w:val="00B13BC5"/>
    <w:rsid w:val="00B141AC"/>
    <w:rsid w:val="00B15249"/>
    <w:rsid w:val="00B26B13"/>
    <w:rsid w:val="00B30185"/>
    <w:rsid w:val="00B33D14"/>
    <w:rsid w:val="00B42FF6"/>
    <w:rsid w:val="00B50B94"/>
    <w:rsid w:val="00B51BFF"/>
    <w:rsid w:val="00B52815"/>
    <w:rsid w:val="00B53928"/>
    <w:rsid w:val="00B57590"/>
    <w:rsid w:val="00B5771E"/>
    <w:rsid w:val="00B57913"/>
    <w:rsid w:val="00B62732"/>
    <w:rsid w:val="00B62D0A"/>
    <w:rsid w:val="00B62DE5"/>
    <w:rsid w:val="00B63BAF"/>
    <w:rsid w:val="00B7184D"/>
    <w:rsid w:val="00B742C7"/>
    <w:rsid w:val="00B74786"/>
    <w:rsid w:val="00B7496E"/>
    <w:rsid w:val="00B8043D"/>
    <w:rsid w:val="00B845B9"/>
    <w:rsid w:val="00B85B14"/>
    <w:rsid w:val="00B85F27"/>
    <w:rsid w:val="00B86071"/>
    <w:rsid w:val="00B86900"/>
    <w:rsid w:val="00B86F07"/>
    <w:rsid w:val="00B95E88"/>
    <w:rsid w:val="00BB0C0E"/>
    <w:rsid w:val="00BB4396"/>
    <w:rsid w:val="00BB64B2"/>
    <w:rsid w:val="00BC1151"/>
    <w:rsid w:val="00BC2786"/>
    <w:rsid w:val="00BD76FE"/>
    <w:rsid w:val="00BE186D"/>
    <w:rsid w:val="00BE4DE0"/>
    <w:rsid w:val="00BE673E"/>
    <w:rsid w:val="00BF2F82"/>
    <w:rsid w:val="00BF3407"/>
    <w:rsid w:val="00BF7AD6"/>
    <w:rsid w:val="00C05BC9"/>
    <w:rsid w:val="00C10F8B"/>
    <w:rsid w:val="00C15ABB"/>
    <w:rsid w:val="00C204AE"/>
    <w:rsid w:val="00C20981"/>
    <w:rsid w:val="00C22E0A"/>
    <w:rsid w:val="00C23A2A"/>
    <w:rsid w:val="00C24DFC"/>
    <w:rsid w:val="00C27171"/>
    <w:rsid w:val="00C445E2"/>
    <w:rsid w:val="00C4494E"/>
    <w:rsid w:val="00C46D38"/>
    <w:rsid w:val="00C533B4"/>
    <w:rsid w:val="00C57457"/>
    <w:rsid w:val="00C57835"/>
    <w:rsid w:val="00C61389"/>
    <w:rsid w:val="00C6379E"/>
    <w:rsid w:val="00C65FCA"/>
    <w:rsid w:val="00C66705"/>
    <w:rsid w:val="00C67A7A"/>
    <w:rsid w:val="00C71F0B"/>
    <w:rsid w:val="00C8009D"/>
    <w:rsid w:val="00C82CAE"/>
    <w:rsid w:val="00C83846"/>
    <w:rsid w:val="00C83A8E"/>
    <w:rsid w:val="00C84728"/>
    <w:rsid w:val="00C859DD"/>
    <w:rsid w:val="00C91338"/>
    <w:rsid w:val="00C92185"/>
    <w:rsid w:val="00C93A5B"/>
    <w:rsid w:val="00C96698"/>
    <w:rsid w:val="00CA6371"/>
    <w:rsid w:val="00CA7D3A"/>
    <w:rsid w:val="00CB1783"/>
    <w:rsid w:val="00CC1D51"/>
    <w:rsid w:val="00CC5203"/>
    <w:rsid w:val="00CD1619"/>
    <w:rsid w:val="00CE22CF"/>
    <w:rsid w:val="00CE2592"/>
    <w:rsid w:val="00CE4547"/>
    <w:rsid w:val="00CF4247"/>
    <w:rsid w:val="00CF68DD"/>
    <w:rsid w:val="00D051F3"/>
    <w:rsid w:val="00D054DE"/>
    <w:rsid w:val="00D07ED7"/>
    <w:rsid w:val="00D14C13"/>
    <w:rsid w:val="00D1654F"/>
    <w:rsid w:val="00D3020E"/>
    <w:rsid w:val="00D31113"/>
    <w:rsid w:val="00D363B5"/>
    <w:rsid w:val="00D44BA4"/>
    <w:rsid w:val="00D4661A"/>
    <w:rsid w:val="00D46B0D"/>
    <w:rsid w:val="00D521C5"/>
    <w:rsid w:val="00D57D27"/>
    <w:rsid w:val="00D62597"/>
    <w:rsid w:val="00D64985"/>
    <w:rsid w:val="00D65DFC"/>
    <w:rsid w:val="00D66539"/>
    <w:rsid w:val="00D73495"/>
    <w:rsid w:val="00D76F28"/>
    <w:rsid w:val="00D85687"/>
    <w:rsid w:val="00D86FC0"/>
    <w:rsid w:val="00D92B67"/>
    <w:rsid w:val="00D9318B"/>
    <w:rsid w:val="00D96A1E"/>
    <w:rsid w:val="00D96D37"/>
    <w:rsid w:val="00DA2E64"/>
    <w:rsid w:val="00DA2F14"/>
    <w:rsid w:val="00DA4D23"/>
    <w:rsid w:val="00DA6A2A"/>
    <w:rsid w:val="00DB50B6"/>
    <w:rsid w:val="00DB5549"/>
    <w:rsid w:val="00DB68D4"/>
    <w:rsid w:val="00DD278C"/>
    <w:rsid w:val="00DE33FC"/>
    <w:rsid w:val="00DE5323"/>
    <w:rsid w:val="00DE58AB"/>
    <w:rsid w:val="00DF4E6D"/>
    <w:rsid w:val="00DF7FBA"/>
    <w:rsid w:val="00E1229B"/>
    <w:rsid w:val="00E207A0"/>
    <w:rsid w:val="00E2189F"/>
    <w:rsid w:val="00E247CA"/>
    <w:rsid w:val="00E24B47"/>
    <w:rsid w:val="00E251D4"/>
    <w:rsid w:val="00E25F89"/>
    <w:rsid w:val="00E260BB"/>
    <w:rsid w:val="00E267EE"/>
    <w:rsid w:val="00E32C5B"/>
    <w:rsid w:val="00E36953"/>
    <w:rsid w:val="00E400E6"/>
    <w:rsid w:val="00E45F4C"/>
    <w:rsid w:val="00E46B76"/>
    <w:rsid w:val="00E47D21"/>
    <w:rsid w:val="00E567A1"/>
    <w:rsid w:val="00E622F7"/>
    <w:rsid w:val="00E62D25"/>
    <w:rsid w:val="00E62E00"/>
    <w:rsid w:val="00E6579F"/>
    <w:rsid w:val="00E65B2A"/>
    <w:rsid w:val="00E67777"/>
    <w:rsid w:val="00E7261D"/>
    <w:rsid w:val="00E7269A"/>
    <w:rsid w:val="00E73835"/>
    <w:rsid w:val="00E74E3C"/>
    <w:rsid w:val="00E80652"/>
    <w:rsid w:val="00E83C5A"/>
    <w:rsid w:val="00E86762"/>
    <w:rsid w:val="00E97636"/>
    <w:rsid w:val="00EA118A"/>
    <w:rsid w:val="00EA1B5A"/>
    <w:rsid w:val="00EA2303"/>
    <w:rsid w:val="00EA3204"/>
    <w:rsid w:val="00EA4CC5"/>
    <w:rsid w:val="00EA5D98"/>
    <w:rsid w:val="00EA6666"/>
    <w:rsid w:val="00EA704E"/>
    <w:rsid w:val="00EA7A2C"/>
    <w:rsid w:val="00EB3955"/>
    <w:rsid w:val="00EB4A18"/>
    <w:rsid w:val="00EC0F00"/>
    <w:rsid w:val="00EC3C46"/>
    <w:rsid w:val="00EC5C3E"/>
    <w:rsid w:val="00EC660B"/>
    <w:rsid w:val="00EE3C63"/>
    <w:rsid w:val="00EE7B69"/>
    <w:rsid w:val="00EF1741"/>
    <w:rsid w:val="00F0132A"/>
    <w:rsid w:val="00F1020D"/>
    <w:rsid w:val="00F16738"/>
    <w:rsid w:val="00F20D3B"/>
    <w:rsid w:val="00F22031"/>
    <w:rsid w:val="00F322BC"/>
    <w:rsid w:val="00F34227"/>
    <w:rsid w:val="00F35A68"/>
    <w:rsid w:val="00F373B5"/>
    <w:rsid w:val="00F46860"/>
    <w:rsid w:val="00F47C5F"/>
    <w:rsid w:val="00F50198"/>
    <w:rsid w:val="00F50864"/>
    <w:rsid w:val="00F5129A"/>
    <w:rsid w:val="00F51D4D"/>
    <w:rsid w:val="00F523BA"/>
    <w:rsid w:val="00F563AC"/>
    <w:rsid w:val="00F56F5E"/>
    <w:rsid w:val="00F61799"/>
    <w:rsid w:val="00F637E9"/>
    <w:rsid w:val="00F63E02"/>
    <w:rsid w:val="00F657B9"/>
    <w:rsid w:val="00F7388D"/>
    <w:rsid w:val="00F7587C"/>
    <w:rsid w:val="00F76356"/>
    <w:rsid w:val="00F834D5"/>
    <w:rsid w:val="00F86FF1"/>
    <w:rsid w:val="00F87555"/>
    <w:rsid w:val="00F87D9A"/>
    <w:rsid w:val="00F903B9"/>
    <w:rsid w:val="00F93970"/>
    <w:rsid w:val="00F94797"/>
    <w:rsid w:val="00FB0AB1"/>
    <w:rsid w:val="00FB478A"/>
    <w:rsid w:val="00FC028D"/>
    <w:rsid w:val="00FC1ED6"/>
    <w:rsid w:val="00FC36C5"/>
    <w:rsid w:val="00FC3777"/>
    <w:rsid w:val="00FC7549"/>
    <w:rsid w:val="00FC7EC6"/>
    <w:rsid w:val="00FE04DD"/>
    <w:rsid w:val="00FE6C14"/>
    <w:rsid w:val="00FE77A3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2C3FC"/>
  <w15:docId w15:val="{8FBAE73C-9B0F-4D1C-9638-925CC912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character" w:customStyle="1" w:styleId="llbChar">
    <w:name w:val="Élőláb Char"/>
    <w:basedOn w:val="Bekezdsalapbettpusa"/>
    <w:link w:val="llb"/>
    <w:uiPriority w:val="99"/>
    <w:rsid w:val="00CE22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111E2-C031-40D9-B5AE-388342A0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0</TotalTime>
  <Pages>2</Pages>
  <Words>468</Words>
  <Characters>3507</Characters>
  <Application>Microsoft Office Word</Application>
  <DocSecurity>4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Bazsóka</dc:creator>
  <cp:lastModifiedBy>Sipos Ágnes</cp:lastModifiedBy>
  <cp:revision>2</cp:revision>
  <cp:lastPrinted>2026-02-02T11:09:00Z</cp:lastPrinted>
  <dcterms:created xsi:type="dcterms:W3CDTF">2026-02-02T11:09:00Z</dcterms:created>
  <dcterms:modified xsi:type="dcterms:W3CDTF">2026-02-02T11:09:00Z</dcterms:modified>
</cp:coreProperties>
</file>